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5E947" w14:textId="5DAA7FE5" w:rsidR="00814E58" w:rsidRPr="009835AE" w:rsidRDefault="00001483" w:rsidP="20990D59">
      <w:pPr>
        <w:pStyle w:val="Ttulo9"/>
        <w:spacing w:line="288" w:lineRule="auto"/>
        <w:ind w:left="425" w:hanging="425"/>
        <w:rPr>
          <w:rFonts w:ascii="Poppins" w:hAnsi="Poppins" w:cs="Poppins"/>
        </w:rPr>
      </w:pPr>
      <w:r w:rsidRPr="20990D59">
        <w:rPr>
          <w:rFonts w:ascii="Poppins" w:hAnsi="Poppins" w:cs="Poppins"/>
        </w:rPr>
        <w:t>R</w:t>
      </w:r>
      <w:r w:rsidR="0060776C" w:rsidRPr="20990D59">
        <w:rPr>
          <w:rFonts w:ascii="Poppins" w:hAnsi="Poppins" w:cs="Poppins"/>
        </w:rPr>
        <w:t xml:space="preserve">oteiro de </w:t>
      </w:r>
      <w:r w:rsidR="00E227A8" w:rsidRPr="20990D59">
        <w:rPr>
          <w:rFonts w:ascii="Poppins" w:hAnsi="Poppins" w:cs="Poppins"/>
        </w:rPr>
        <w:t xml:space="preserve">Atividade </w:t>
      </w:r>
      <w:r w:rsidR="0060776C" w:rsidRPr="20990D59">
        <w:rPr>
          <w:rFonts w:ascii="Poppins" w:hAnsi="Poppins" w:cs="Poppins"/>
        </w:rPr>
        <w:t>Prátic</w:t>
      </w:r>
      <w:r w:rsidR="55C8B139" w:rsidRPr="20990D59">
        <w:rPr>
          <w:rFonts w:ascii="Poppins" w:hAnsi="Poppins" w:cs="Poppins"/>
        </w:rPr>
        <w:t>a</w:t>
      </w:r>
    </w:p>
    <w:p w14:paraId="023B8073" w14:textId="144F357B" w:rsidR="146182A4" w:rsidRDefault="146182A4" w:rsidP="146182A4">
      <w:pPr>
        <w:pStyle w:val="Ttulo9"/>
        <w:spacing w:line="288" w:lineRule="auto"/>
        <w:ind w:left="425" w:hanging="425"/>
        <w:jc w:val="left"/>
        <w:rPr>
          <w:rFonts w:ascii="Poppins" w:hAnsi="Poppins" w:cs="Poppins"/>
          <w:b w:val="0"/>
          <w:sz w:val="24"/>
          <w:szCs w:val="24"/>
        </w:rPr>
      </w:pPr>
      <w:r w:rsidRPr="146182A4">
        <w:rPr>
          <w:rFonts w:ascii="Poppins" w:hAnsi="Poppins" w:cs="Poppins"/>
          <w:b w:val="0"/>
          <w:sz w:val="24"/>
          <w:szCs w:val="24"/>
          <w:u w:val="none"/>
        </w:rPr>
        <w:t xml:space="preserve">Nome: </w:t>
      </w:r>
      <w:r w:rsidRPr="146182A4">
        <w:rPr>
          <w:rFonts w:ascii="Poppins" w:hAnsi="Poppins" w:cs="Poppins"/>
          <w:b w:val="0"/>
          <w:sz w:val="24"/>
          <w:szCs w:val="24"/>
        </w:rPr>
        <w:t xml:space="preserve">                                                                                    </w:t>
      </w:r>
      <w:r>
        <w:tab/>
      </w:r>
      <w:r w:rsidRPr="146182A4">
        <w:rPr>
          <w:rFonts w:ascii="Poppins" w:hAnsi="Poppins" w:cs="Poppins"/>
          <w:b w:val="0"/>
          <w:sz w:val="24"/>
          <w:szCs w:val="24"/>
          <w:u w:val="none"/>
        </w:rPr>
        <w:t xml:space="preserve"> Turma: </w:t>
      </w:r>
      <w:r w:rsidRPr="146182A4">
        <w:rPr>
          <w:rFonts w:ascii="Poppins" w:hAnsi="Poppins" w:cs="Poppins"/>
          <w:b w:val="0"/>
          <w:sz w:val="24"/>
          <w:szCs w:val="24"/>
        </w:rPr>
        <w:t xml:space="preserve">                       </w:t>
      </w:r>
    </w:p>
    <w:p w14:paraId="42DB0E0D" w14:textId="67261FF7" w:rsidR="146182A4" w:rsidRDefault="146182A4" w:rsidP="146182A4">
      <w:pPr>
        <w:spacing w:line="288" w:lineRule="auto"/>
        <w:ind w:left="425" w:hanging="425"/>
      </w:pP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Nome:  </w:t>
      </w:r>
      <w:r w:rsidRPr="146182A4">
        <w:rPr>
          <w:rFonts w:ascii="Poppins Light" w:eastAsia="Poppins Light" w:hAnsi="Poppins Light" w:cs="Poppins Light"/>
          <w:color w:val="000000" w:themeColor="text1"/>
          <w:u w:val="single"/>
          <w:lang w:val="it-IT"/>
        </w:rPr>
        <w:t xml:space="preserve">                                                                                </w:t>
      </w:r>
      <w:r>
        <w:tab/>
      </w:r>
      <w:r w:rsidRPr="146182A4">
        <w:rPr>
          <w:rFonts w:ascii="Poppins" w:hAnsi="Poppins" w:cs="Poppins"/>
        </w:rPr>
        <w:t xml:space="preserve">                         </w:t>
      </w:r>
      <w:r>
        <w:tab/>
      </w: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 </w:t>
      </w:r>
    </w:p>
    <w:p w14:paraId="02A62F22" w14:textId="77777777" w:rsidR="005C6BFF" w:rsidRDefault="005C6BFF" w:rsidP="005C6BFF">
      <w:pPr>
        <w:spacing w:line="288" w:lineRule="auto"/>
        <w:ind w:left="425" w:hanging="425"/>
      </w:pP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Nome:  </w:t>
      </w:r>
      <w:r w:rsidRPr="146182A4">
        <w:rPr>
          <w:rFonts w:ascii="Poppins Light" w:eastAsia="Poppins Light" w:hAnsi="Poppins Light" w:cs="Poppins Light"/>
          <w:color w:val="000000" w:themeColor="text1"/>
          <w:u w:val="single"/>
          <w:lang w:val="it-IT"/>
        </w:rPr>
        <w:t xml:space="preserve">                                                                                </w:t>
      </w:r>
      <w:r>
        <w:tab/>
      </w:r>
      <w:r w:rsidRPr="146182A4">
        <w:rPr>
          <w:rFonts w:ascii="Poppins" w:hAnsi="Poppins" w:cs="Poppins"/>
        </w:rPr>
        <w:t xml:space="preserve">                         </w:t>
      </w:r>
      <w:r>
        <w:tab/>
      </w: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 </w:t>
      </w:r>
    </w:p>
    <w:p w14:paraId="327CC7EB" w14:textId="77777777" w:rsidR="005C6BFF" w:rsidRDefault="005C6BFF" w:rsidP="005C6BFF">
      <w:pPr>
        <w:spacing w:line="288" w:lineRule="auto"/>
        <w:ind w:left="425" w:hanging="425"/>
      </w:pP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Nome:  </w:t>
      </w:r>
      <w:r w:rsidRPr="146182A4">
        <w:rPr>
          <w:rFonts w:ascii="Poppins Light" w:eastAsia="Poppins Light" w:hAnsi="Poppins Light" w:cs="Poppins Light"/>
          <w:color w:val="000000" w:themeColor="text1"/>
          <w:u w:val="single"/>
          <w:lang w:val="it-IT"/>
        </w:rPr>
        <w:t xml:space="preserve">                                                                                </w:t>
      </w:r>
      <w:r>
        <w:tab/>
      </w:r>
      <w:r w:rsidRPr="146182A4">
        <w:rPr>
          <w:rFonts w:ascii="Poppins" w:hAnsi="Poppins" w:cs="Poppins"/>
        </w:rPr>
        <w:t xml:space="preserve">                         </w:t>
      </w:r>
      <w:r>
        <w:tab/>
      </w:r>
      <w:r w:rsidRPr="146182A4">
        <w:rPr>
          <w:rFonts w:ascii="Poppins Light" w:eastAsia="Poppins Light" w:hAnsi="Poppins Light" w:cs="Poppins Light"/>
          <w:color w:val="000000" w:themeColor="text1"/>
          <w:lang w:val="it-IT"/>
        </w:rPr>
        <w:t xml:space="preserve"> </w:t>
      </w:r>
    </w:p>
    <w:p w14:paraId="5ECC94F0" w14:textId="0F090DE4" w:rsidR="146182A4" w:rsidRDefault="146182A4" w:rsidP="146182A4">
      <w:pPr>
        <w:spacing w:line="288" w:lineRule="auto"/>
        <w:rPr>
          <w:rFonts w:ascii="Poppins Light" w:eastAsia="Poppins Light" w:hAnsi="Poppins Light" w:cs="Poppins Light"/>
          <w:color w:val="000000" w:themeColor="text1"/>
        </w:rPr>
      </w:pPr>
      <w:r w:rsidRPr="146182A4">
        <w:rPr>
          <w:rFonts w:ascii="Poppins Light" w:eastAsia="Poppins Light" w:hAnsi="Poppins Light" w:cs="Poppins Light"/>
          <w:color w:val="000000" w:themeColor="text1"/>
        </w:rPr>
        <w:t xml:space="preserve">Nome: </w:t>
      </w:r>
      <w:r w:rsidRPr="146182A4">
        <w:rPr>
          <w:rFonts w:ascii="Poppins Light" w:eastAsia="Poppins Light" w:hAnsi="Poppins Light" w:cs="Poppins Light"/>
          <w:color w:val="000000" w:themeColor="text1"/>
          <w:u w:val="single"/>
        </w:rPr>
        <w:t xml:space="preserve">                                                                                    </w:t>
      </w:r>
      <w:r>
        <w:tab/>
      </w:r>
    </w:p>
    <w:p w14:paraId="0222CDD0" w14:textId="0E12291F" w:rsidR="146182A4" w:rsidRDefault="146182A4" w:rsidP="146182A4"/>
    <w:p w14:paraId="41D04144" w14:textId="3056272B" w:rsidR="146182A4" w:rsidRDefault="146182A4" w:rsidP="146182A4">
      <w:pPr>
        <w:jc w:val="center"/>
        <w:rPr>
          <w:rFonts w:ascii="Poppins" w:hAnsi="Poppins" w:cs="Poppins"/>
        </w:rPr>
      </w:pPr>
      <w:r>
        <w:rPr>
          <w:noProof/>
        </w:rPr>
        <w:drawing>
          <wp:inline distT="0" distB="0" distL="0" distR="0" wp14:anchorId="515178EF" wp14:editId="7FB81C30">
            <wp:extent cx="5058478" cy="1993910"/>
            <wp:effectExtent l="0" t="0" r="0" b="0"/>
            <wp:docPr id="1570095826" name="Imagem 1570095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78" cy="199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46182A4">
        <w:rPr>
          <w:rFonts w:ascii="Poppins" w:hAnsi="Poppins" w:cs="Poppins"/>
          <w:color w:val="FFFFFF" w:themeColor="background1"/>
        </w:rPr>
        <w:t>.</w:t>
      </w:r>
      <w:r w:rsidRPr="146182A4">
        <w:rPr>
          <w:rFonts w:ascii="Poppins" w:hAnsi="Poppins" w:cs="Poppins"/>
        </w:rPr>
        <w:t xml:space="preserve">                                                                               </w:t>
      </w:r>
    </w:p>
    <w:p w14:paraId="35079DF5" w14:textId="56FCE021" w:rsidR="146182A4" w:rsidRDefault="146182A4" w:rsidP="146182A4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6C49C706" w14:textId="47DCA7A5" w:rsidR="0060776C" w:rsidRPr="009835AE" w:rsidRDefault="4A38250E" w:rsidP="4A38250E">
      <w:pPr>
        <w:jc w:val="center"/>
        <w:rPr>
          <w:rFonts w:ascii="Poppins" w:hAnsi="Poppins" w:cs="Poppins"/>
          <w:b/>
          <w:bCs/>
          <w:noProof/>
          <w:sz w:val="32"/>
          <w:szCs w:val="32"/>
        </w:rPr>
      </w:pPr>
      <w:r w:rsidRPr="4A38250E">
        <w:rPr>
          <w:rFonts w:ascii="Poppins" w:hAnsi="Poppins" w:cs="Poppins"/>
          <w:b/>
          <w:bCs/>
          <w:noProof/>
          <w:sz w:val="32"/>
          <w:szCs w:val="32"/>
        </w:rPr>
        <w:t>Título da atividade: Análise de projetos de sucesso</w:t>
      </w:r>
    </w:p>
    <w:p w14:paraId="72E349C0" w14:textId="448A2BBD" w:rsidR="4A38250E" w:rsidRDefault="4A38250E" w:rsidP="4A38250E">
      <w:pPr>
        <w:rPr>
          <w:rFonts w:ascii="Poppins" w:hAnsi="Poppins" w:cs="Poppins"/>
          <w:b/>
          <w:bCs/>
          <w:noProof/>
          <w:sz w:val="28"/>
          <w:szCs w:val="28"/>
        </w:rPr>
      </w:pPr>
    </w:p>
    <w:p w14:paraId="161369BA" w14:textId="65BAC53C" w:rsidR="00E227A8" w:rsidRPr="009835AE" w:rsidRDefault="4A38250E" w:rsidP="009835AE">
      <w:pPr>
        <w:rPr>
          <w:rFonts w:ascii="Poppins" w:hAnsi="Poppins" w:cs="Poppins"/>
          <w:b/>
          <w:bCs/>
          <w:noProof/>
          <w:sz w:val="28"/>
          <w:szCs w:val="28"/>
        </w:rPr>
      </w:pPr>
      <w:r w:rsidRPr="20990D59">
        <w:rPr>
          <w:rFonts w:ascii="Poppins" w:hAnsi="Poppins" w:cs="Poppins"/>
          <w:b/>
          <w:bCs/>
          <w:noProof/>
          <w:sz w:val="28"/>
          <w:szCs w:val="28"/>
        </w:rPr>
        <w:t>Objetivo</w:t>
      </w:r>
      <w:r w:rsidR="16909302" w:rsidRPr="20990D59">
        <w:rPr>
          <w:rFonts w:ascii="Poppins" w:hAnsi="Poppins" w:cs="Poppins"/>
          <w:b/>
          <w:bCs/>
          <w:noProof/>
          <w:sz w:val="28"/>
          <w:szCs w:val="28"/>
        </w:rPr>
        <w:t>s</w:t>
      </w:r>
    </w:p>
    <w:p w14:paraId="1A709F24" w14:textId="13E8C3D9" w:rsidR="00112692" w:rsidRPr="009835AE" w:rsidRDefault="00112692" w:rsidP="009835AE">
      <w:pPr>
        <w:pStyle w:val="PargrafodaLista"/>
        <w:numPr>
          <w:ilvl w:val="0"/>
          <w:numId w:val="11"/>
        </w:numPr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t xml:space="preserve">Demonstrar como soluções simples e com baixo custo podem resolver problemas reais e trazer benefícios significativos para a comunidade. </w:t>
      </w:r>
    </w:p>
    <w:p w14:paraId="7A6112DB" w14:textId="4784437E" w:rsidR="00112692" w:rsidRPr="009835AE" w:rsidRDefault="00112692" w:rsidP="009835AE">
      <w:pPr>
        <w:pStyle w:val="PargrafodaLista"/>
        <w:numPr>
          <w:ilvl w:val="0"/>
          <w:numId w:val="11"/>
        </w:numPr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t>Promover a reflexão crítica e o aprendizado ativo sobre a eficácia de abordagens</w:t>
      </w:r>
      <w:r w:rsidR="005A1C21" w:rsidRPr="009835AE">
        <w:rPr>
          <w:rFonts w:ascii="Poppins" w:hAnsi="Poppins" w:cs="Poppins"/>
          <w:noProof/>
        </w:rPr>
        <w:t xml:space="preserve"> e projetos</w:t>
      </w:r>
      <w:r w:rsidRPr="009835AE">
        <w:rPr>
          <w:rFonts w:ascii="Poppins" w:hAnsi="Poppins" w:cs="Poppins"/>
          <w:noProof/>
        </w:rPr>
        <w:t xml:space="preserve"> acessíveis.</w:t>
      </w:r>
    </w:p>
    <w:p w14:paraId="791D4428" w14:textId="77777777" w:rsidR="00112692" w:rsidRPr="009835AE" w:rsidRDefault="00112692" w:rsidP="009835AE">
      <w:pPr>
        <w:rPr>
          <w:rFonts w:ascii="Poppins" w:hAnsi="Poppins" w:cs="Poppins"/>
          <w:noProof/>
        </w:rPr>
      </w:pPr>
    </w:p>
    <w:p w14:paraId="050BB83B" w14:textId="77777777" w:rsidR="00E227A8" w:rsidRPr="009835AE" w:rsidRDefault="00E227A8" w:rsidP="009835AE">
      <w:pPr>
        <w:rPr>
          <w:rFonts w:ascii="Poppins" w:hAnsi="Poppins" w:cs="Poppins"/>
          <w:b/>
          <w:bCs/>
          <w:noProof/>
          <w:sz w:val="32"/>
          <w:szCs w:val="32"/>
        </w:rPr>
      </w:pPr>
      <w:r w:rsidRPr="009835AE">
        <w:rPr>
          <w:rFonts w:ascii="Poppins" w:hAnsi="Poppins" w:cs="Poppins"/>
          <w:b/>
          <w:bCs/>
          <w:noProof/>
          <w:sz w:val="32"/>
          <w:szCs w:val="32"/>
        </w:rPr>
        <w:t>Lista de materiais</w:t>
      </w:r>
    </w:p>
    <w:p w14:paraId="4C34734E" w14:textId="249485BD" w:rsidR="0022058F" w:rsidRPr="009835AE" w:rsidRDefault="0022058F" w:rsidP="009835AE">
      <w:pPr>
        <w:pStyle w:val="PargrafodaLista"/>
        <w:numPr>
          <w:ilvl w:val="0"/>
          <w:numId w:val="1"/>
        </w:numPr>
        <w:spacing w:line="276" w:lineRule="auto"/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t>Papel sulfite</w:t>
      </w:r>
      <w:r w:rsidR="00BA0EA1">
        <w:rPr>
          <w:rFonts w:ascii="Poppins" w:hAnsi="Poppins" w:cs="Poppins"/>
          <w:noProof/>
        </w:rPr>
        <w:t>.</w:t>
      </w:r>
    </w:p>
    <w:p w14:paraId="593EA255" w14:textId="4249CB64" w:rsidR="00E227A8" w:rsidRPr="009835AE" w:rsidRDefault="146182A4" w:rsidP="009835AE">
      <w:pPr>
        <w:pStyle w:val="PargrafodaLista"/>
        <w:numPr>
          <w:ilvl w:val="0"/>
          <w:numId w:val="1"/>
        </w:numPr>
        <w:spacing w:line="276" w:lineRule="auto"/>
        <w:rPr>
          <w:rFonts w:ascii="Poppins" w:hAnsi="Poppins" w:cs="Poppins"/>
          <w:noProof/>
        </w:rPr>
      </w:pPr>
      <w:r w:rsidRPr="146182A4">
        <w:rPr>
          <w:rFonts w:ascii="Poppins" w:hAnsi="Poppins" w:cs="Poppins"/>
          <w:noProof/>
        </w:rPr>
        <w:t>Lápis ou caneta.</w:t>
      </w:r>
    </w:p>
    <w:p w14:paraId="467577C2" w14:textId="77777777" w:rsidR="00E730AE" w:rsidRPr="009835AE" w:rsidRDefault="00E730AE" w:rsidP="009835AE">
      <w:pPr>
        <w:spacing w:line="276" w:lineRule="auto"/>
        <w:rPr>
          <w:rFonts w:ascii="Poppins" w:hAnsi="Poppins" w:cs="Poppins"/>
          <w:noProof/>
        </w:rPr>
      </w:pPr>
    </w:p>
    <w:p w14:paraId="2AE72B1F" w14:textId="5102570D" w:rsidR="00E730AE" w:rsidRPr="009835AE" w:rsidRDefault="00E730AE" w:rsidP="009835AE">
      <w:pPr>
        <w:rPr>
          <w:rFonts w:ascii="Poppins" w:hAnsi="Poppins" w:cs="Poppins"/>
          <w:b/>
          <w:bCs/>
          <w:noProof/>
          <w:sz w:val="32"/>
          <w:szCs w:val="32"/>
        </w:rPr>
      </w:pPr>
      <w:r w:rsidRPr="009835AE">
        <w:rPr>
          <w:rFonts w:ascii="Poppins" w:hAnsi="Poppins" w:cs="Poppins"/>
          <w:b/>
          <w:bCs/>
          <w:noProof/>
          <w:sz w:val="32"/>
          <w:szCs w:val="32"/>
        </w:rPr>
        <w:t>Orientações gerais</w:t>
      </w:r>
    </w:p>
    <w:p w14:paraId="4787B528" w14:textId="77777777" w:rsidR="00E730AE" w:rsidRPr="009835AE" w:rsidRDefault="00E730AE" w:rsidP="009835AE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2253CC13" w14:textId="5684549B" w:rsidR="00E730AE" w:rsidRPr="009835AE" w:rsidRDefault="1990AE08" w:rsidP="009835AE">
      <w:pPr>
        <w:pStyle w:val="PargrafodaLista"/>
        <w:numPr>
          <w:ilvl w:val="0"/>
          <w:numId w:val="12"/>
        </w:numPr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t xml:space="preserve">Formem grupos </w:t>
      </w:r>
      <w:r w:rsidR="672D9810" w:rsidRPr="009835AE">
        <w:rPr>
          <w:rFonts w:ascii="Poppins" w:hAnsi="Poppins" w:cs="Poppins"/>
          <w:noProof/>
        </w:rPr>
        <w:t xml:space="preserve">3 ou </w:t>
      </w:r>
      <w:r w:rsidRPr="009835AE">
        <w:rPr>
          <w:rFonts w:ascii="Poppins" w:hAnsi="Poppins" w:cs="Poppins"/>
          <w:noProof/>
        </w:rPr>
        <w:t>4 estudantes</w:t>
      </w:r>
      <w:r w:rsidR="627B5E22" w:rsidRPr="009835AE">
        <w:rPr>
          <w:rFonts w:ascii="Poppins" w:hAnsi="Poppins" w:cs="Poppins"/>
          <w:noProof/>
        </w:rPr>
        <w:t>.</w:t>
      </w:r>
    </w:p>
    <w:p w14:paraId="4384C4B8" w14:textId="4291F8D2" w:rsidR="00E730AE" w:rsidRPr="009835AE" w:rsidRDefault="1990AE08" w:rsidP="009835AE">
      <w:pPr>
        <w:pStyle w:val="PargrafodaLista"/>
        <w:numPr>
          <w:ilvl w:val="0"/>
          <w:numId w:val="12"/>
        </w:numPr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lastRenderedPageBreak/>
        <w:t>Os tempos previstos para cada um dos 5 procedimentos a seguir estão informados em cada um deles</w:t>
      </w:r>
      <w:r w:rsidR="1A15F8F2" w:rsidRPr="009835AE">
        <w:rPr>
          <w:rFonts w:ascii="Poppins" w:hAnsi="Poppins" w:cs="Poppins"/>
          <w:noProof/>
        </w:rPr>
        <w:t>.</w:t>
      </w:r>
    </w:p>
    <w:p w14:paraId="2C014577" w14:textId="2DEC1A60" w:rsidR="00E730AE" w:rsidRPr="009835AE" w:rsidRDefault="1990AE08" w:rsidP="009835AE">
      <w:pPr>
        <w:pStyle w:val="PargrafodaLista"/>
        <w:numPr>
          <w:ilvl w:val="0"/>
          <w:numId w:val="12"/>
        </w:numPr>
        <w:rPr>
          <w:rFonts w:ascii="Poppins" w:hAnsi="Poppins" w:cs="Poppins"/>
          <w:noProof/>
        </w:rPr>
      </w:pPr>
      <w:r w:rsidRPr="009835AE">
        <w:rPr>
          <w:rFonts w:ascii="Poppins" w:hAnsi="Poppins" w:cs="Poppins"/>
          <w:noProof/>
        </w:rPr>
        <w:t>Os itens 1 a 4 são escrit</w:t>
      </w:r>
      <w:r w:rsidR="6D450AD7" w:rsidRPr="009835AE">
        <w:rPr>
          <w:rFonts w:ascii="Poppins" w:hAnsi="Poppins" w:cs="Poppins"/>
          <w:noProof/>
        </w:rPr>
        <w:t>o</w:t>
      </w:r>
      <w:r w:rsidRPr="009835AE">
        <w:rPr>
          <w:rFonts w:ascii="Poppins" w:hAnsi="Poppins" w:cs="Poppins"/>
          <w:noProof/>
        </w:rPr>
        <w:t xml:space="preserve">s </w:t>
      </w:r>
      <w:r w:rsidR="002E58ED" w:rsidRPr="009835AE">
        <w:rPr>
          <w:rFonts w:ascii="Poppins" w:hAnsi="Poppins" w:cs="Poppins"/>
          <w:noProof/>
        </w:rPr>
        <w:t>nes</w:t>
      </w:r>
      <w:r w:rsidR="002E58ED">
        <w:rPr>
          <w:rFonts w:ascii="Poppins" w:hAnsi="Poppins" w:cs="Poppins"/>
          <w:noProof/>
        </w:rPr>
        <w:t>t</w:t>
      </w:r>
      <w:r w:rsidR="002E58ED" w:rsidRPr="009835AE">
        <w:rPr>
          <w:rFonts w:ascii="Poppins" w:hAnsi="Poppins" w:cs="Poppins"/>
          <w:noProof/>
        </w:rPr>
        <w:t xml:space="preserve">e </w:t>
      </w:r>
      <w:r w:rsidRPr="009835AE">
        <w:rPr>
          <w:rFonts w:ascii="Poppins" w:hAnsi="Poppins" w:cs="Poppins"/>
          <w:noProof/>
        </w:rPr>
        <w:t>me</w:t>
      </w:r>
      <w:r w:rsidR="6DB6A2F0" w:rsidRPr="009835AE">
        <w:rPr>
          <w:rFonts w:ascii="Poppins" w:hAnsi="Poppins" w:cs="Poppins"/>
          <w:noProof/>
        </w:rPr>
        <w:t>sm</w:t>
      </w:r>
      <w:r w:rsidRPr="009835AE">
        <w:rPr>
          <w:rFonts w:ascii="Poppins" w:hAnsi="Poppins" w:cs="Poppins"/>
          <w:noProof/>
        </w:rPr>
        <w:t>o documento e o item 5 trata-se de uma breve apresentação (descrição detalhada no próprio item)</w:t>
      </w:r>
      <w:r w:rsidR="5A65E04F" w:rsidRPr="009835AE">
        <w:rPr>
          <w:rFonts w:ascii="Poppins" w:hAnsi="Poppins" w:cs="Poppins"/>
          <w:noProof/>
        </w:rPr>
        <w:t>.</w:t>
      </w:r>
    </w:p>
    <w:p w14:paraId="34D8058E" w14:textId="77777777" w:rsidR="00E730AE" w:rsidRPr="009835AE" w:rsidRDefault="00E730AE" w:rsidP="009835AE">
      <w:pPr>
        <w:spacing w:line="276" w:lineRule="auto"/>
        <w:rPr>
          <w:rFonts w:ascii="Poppins" w:hAnsi="Poppins" w:cs="Poppins"/>
          <w:noProof/>
        </w:rPr>
      </w:pPr>
    </w:p>
    <w:p w14:paraId="08004E8D" w14:textId="77777777" w:rsidR="00E227A8" w:rsidRPr="009835AE" w:rsidRDefault="00E227A8" w:rsidP="009835AE">
      <w:pPr>
        <w:rPr>
          <w:rFonts w:ascii="Poppins" w:hAnsi="Poppins" w:cs="Poppins"/>
          <w:noProof/>
        </w:rPr>
      </w:pPr>
    </w:p>
    <w:p w14:paraId="0ED21B0B" w14:textId="6A8764A2" w:rsidR="00E227A8" w:rsidRPr="009835AE" w:rsidRDefault="146182A4" w:rsidP="009835AE">
      <w:pPr>
        <w:rPr>
          <w:rFonts w:ascii="Poppins" w:hAnsi="Poppins" w:cs="Poppins"/>
          <w:b/>
          <w:bCs/>
          <w:noProof/>
          <w:sz w:val="32"/>
          <w:szCs w:val="32"/>
        </w:rPr>
      </w:pPr>
      <w:r w:rsidRPr="146182A4">
        <w:rPr>
          <w:rFonts w:ascii="Poppins" w:hAnsi="Poppins" w:cs="Poppins"/>
          <w:b/>
          <w:bCs/>
          <w:noProof/>
          <w:sz w:val="32"/>
          <w:szCs w:val="32"/>
        </w:rPr>
        <w:t>Procedimento experimental</w:t>
      </w:r>
    </w:p>
    <w:p w14:paraId="36AC2170" w14:textId="1500D7E6" w:rsidR="146182A4" w:rsidRDefault="146182A4" w:rsidP="146182A4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0AA8A575" w14:textId="3A8191C2" w:rsidR="0022058F" w:rsidRPr="009835AE" w:rsidRDefault="0022058F" w:rsidP="009835AE">
      <w:pPr>
        <w:pStyle w:val="NormalWeb"/>
        <w:numPr>
          <w:ilvl w:val="0"/>
          <w:numId w:val="2"/>
        </w:numPr>
        <w:rPr>
          <w:rFonts w:ascii="Poppins" w:hAnsi="Poppins" w:cs="Poppins"/>
        </w:rPr>
      </w:pPr>
      <w:r w:rsidRPr="009835AE">
        <w:rPr>
          <w:rStyle w:val="Forte"/>
          <w:rFonts w:ascii="Poppins" w:hAnsi="Poppins" w:cs="Poppins"/>
        </w:rPr>
        <w:t>Identificação do projeto</w:t>
      </w:r>
      <w:r w:rsidR="00CE02C3" w:rsidRPr="009835AE">
        <w:rPr>
          <w:rStyle w:val="Forte"/>
          <w:rFonts w:ascii="Poppins" w:hAnsi="Poppins" w:cs="Poppins"/>
        </w:rPr>
        <w:t xml:space="preserve"> (</w:t>
      </w:r>
      <w:r w:rsidR="00001A8E" w:rsidRPr="009835AE">
        <w:rPr>
          <w:rStyle w:val="Forte"/>
          <w:rFonts w:ascii="Poppins" w:hAnsi="Poppins" w:cs="Poppins"/>
        </w:rPr>
        <w:t>5</w:t>
      </w:r>
      <w:r w:rsidR="00CE02C3" w:rsidRPr="009835AE">
        <w:rPr>
          <w:rStyle w:val="Forte"/>
          <w:rFonts w:ascii="Poppins" w:hAnsi="Poppins" w:cs="Poppins"/>
        </w:rPr>
        <w:t xml:space="preserve"> minutos)</w:t>
      </w:r>
    </w:p>
    <w:p w14:paraId="4BAFB0FA" w14:textId="3075E6CE" w:rsidR="00CE02C3" w:rsidRPr="009835AE" w:rsidRDefault="00E730AE" w:rsidP="009835AE">
      <w:pPr>
        <w:pStyle w:val="PargrafodaLista"/>
        <w:numPr>
          <w:ilvl w:val="0"/>
          <w:numId w:val="6"/>
        </w:numPr>
        <w:spacing w:before="100" w:beforeAutospacing="1" w:after="100" w:afterAutospacing="1"/>
        <w:rPr>
          <w:rFonts w:ascii="Poppins" w:hAnsi="Poppins" w:cs="Poppins"/>
        </w:rPr>
      </w:pPr>
      <w:r w:rsidRPr="009835AE">
        <w:rPr>
          <w:rFonts w:ascii="Poppins" w:hAnsi="Poppins" w:cs="Poppins"/>
        </w:rPr>
        <w:t>E</w:t>
      </w:r>
      <w:r w:rsidR="00CE02C3" w:rsidRPr="009835AE">
        <w:rPr>
          <w:rFonts w:ascii="Poppins" w:hAnsi="Poppins" w:cs="Poppins"/>
        </w:rPr>
        <w:t>scolham um projeto que trouxe benefícios significativos para a comunidade. O projeto não precisa ser inovador, mas deve ter sido eficaz na resolução de um problema real.</w:t>
      </w:r>
    </w:p>
    <w:p w14:paraId="3BFBDC3A" w14:textId="7C8B6F38" w:rsidR="00A551CF" w:rsidRPr="009835AE" w:rsidRDefault="15843A4B" w:rsidP="009835AE">
      <w:pPr>
        <w:pStyle w:val="PargrafodaLista"/>
        <w:numPr>
          <w:ilvl w:val="0"/>
          <w:numId w:val="6"/>
        </w:numPr>
        <w:spacing w:before="100" w:beforeAutospacing="1" w:after="100" w:afterAutospacing="1"/>
        <w:rPr>
          <w:rFonts w:ascii="Poppins" w:hAnsi="Poppins" w:cs="Poppins"/>
        </w:rPr>
      </w:pPr>
      <w:r w:rsidRPr="009835AE">
        <w:rPr>
          <w:rFonts w:ascii="Poppins" w:hAnsi="Poppins" w:cs="Poppins"/>
        </w:rPr>
        <w:t>Escreva</w:t>
      </w:r>
      <w:r w:rsidR="66130307" w:rsidRPr="009835AE">
        <w:rPr>
          <w:rFonts w:ascii="Poppins" w:hAnsi="Poppins" w:cs="Poppins"/>
        </w:rPr>
        <w:t>m</w:t>
      </w:r>
      <w:r w:rsidRPr="009835AE">
        <w:rPr>
          <w:rFonts w:ascii="Poppins" w:hAnsi="Poppins" w:cs="Poppins"/>
        </w:rPr>
        <w:t xml:space="preserve"> abaixo uma breve </w:t>
      </w:r>
      <w:r w:rsidRPr="009835AE">
        <w:rPr>
          <w:rFonts w:ascii="Poppins" w:hAnsi="Poppins" w:cs="Poppins"/>
          <w:b/>
          <w:bCs/>
        </w:rPr>
        <w:t>descrição do projeto</w:t>
      </w:r>
      <w:r w:rsidRPr="009835AE">
        <w:rPr>
          <w:rFonts w:ascii="Poppins" w:hAnsi="Poppins" w:cs="Poppins"/>
        </w:rPr>
        <w:t xml:space="preserve"> escolhido.</w:t>
      </w:r>
    </w:p>
    <w:p w14:paraId="0AB6EA9A" w14:textId="4744904E" w:rsidR="474B81A1" w:rsidRPr="009835AE" w:rsidRDefault="474B81A1" w:rsidP="009835AE">
      <w:pPr>
        <w:spacing w:beforeAutospacing="1" w:afterAutospacing="1"/>
        <w:rPr>
          <w:rFonts w:ascii="Poppins" w:hAnsi="Poppins" w:cs="Poppins"/>
        </w:rPr>
      </w:pPr>
    </w:p>
    <w:p w14:paraId="1DB87C0A" w14:textId="371223D8" w:rsidR="0022058F" w:rsidRPr="009835AE" w:rsidRDefault="03BCC02B" w:rsidP="009835AE">
      <w:pPr>
        <w:spacing w:beforeAutospacing="1" w:afterAutospacing="1"/>
        <w:rPr>
          <w:rFonts w:ascii="Poppins" w:hAnsi="Poppins" w:cs="Poppins"/>
          <w:color w:val="000000" w:themeColor="text1"/>
          <w:u w:val="single"/>
        </w:rPr>
      </w:pPr>
      <w:r w:rsidRPr="009835AE">
        <w:rPr>
          <w:rFonts w:ascii="Poppins" w:hAnsi="Poppins" w:cs="Poppins"/>
          <w:color w:val="000000" w:themeColor="text1"/>
        </w:rPr>
        <w:t xml:space="preserve">            </w:t>
      </w:r>
      <w:r w:rsidR="0022058F" w:rsidRPr="009835AE">
        <w:rPr>
          <w:rFonts w:ascii="Poppins" w:hAnsi="Poppins" w:cs="Poppins"/>
          <w:b/>
          <w:bCs/>
          <w:color w:val="000000" w:themeColor="text1"/>
        </w:rPr>
        <w:t>Exemplo:</w:t>
      </w:r>
      <w:r w:rsidR="0022058F" w:rsidRPr="009835AE">
        <w:rPr>
          <w:rFonts w:ascii="Poppins" w:hAnsi="Poppins" w:cs="Poppins"/>
          <w:color w:val="000000" w:themeColor="text1"/>
        </w:rPr>
        <w:t xml:space="preserve"> </w:t>
      </w:r>
      <w:r w:rsidR="00A551CF" w:rsidRPr="009835AE">
        <w:rPr>
          <w:rFonts w:ascii="Poppins" w:hAnsi="Poppins" w:cs="Poppins"/>
          <w:color w:val="000000" w:themeColor="text1"/>
        </w:rPr>
        <w:t xml:space="preserve"> Implementação de um programa de reciclagem na escola.</w:t>
      </w:r>
      <w:r w:rsidR="00A4615B" w:rsidRPr="009835AE">
        <w:rPr>
          <w:rFonts w:ascii="Poppins" w:hAnsi="Poppins" w:cs="Poppins"/>
          <w:color w:val="000000" w:themeColor="text1"/>
        </w:rPr>
        <w:t xml:space="preserve"> </w:t>
      </w:r>
    </w:p>
    <w:tbl>
      <w:tblPr>
        <w:tblStyle w:val="Tabelacomgrade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B86C1D" w:rsidRPr="009835AE" w14:paraId="646A53CD" w14:textId="77777777" w:rsidTr="00F56DB3">
        <w:tc>
          <w:tcPr>
            <w:tcW w:w="8919" w:type="dxa"/>
          </w:tcPr>
          <w:p w14:paraId="6E3553D7" w14:textId="55BC92FD" w:rsidR="00A551CF" w:rsidRPr="009835AE" w:rsidRDefault="00A551CF" w:rsidP="009835AE">
            <w:pPr>
              <w:rPr>
                <w:rFonts w:ascii="Poppins" w:hAnsi="Poppins" w:cs="Poppins"/>
                <w:noProof/>
                <w:u w:val="single"/>
              </w:rPr>
            </w:pPr>
            <w:r w:rsidRPr="009835AE">
              <w:rPr>
                <w:rFonts w:ascii="Poppins" w:hAnsi="Poppins" w:cs="Poppins"/>
                <w:noProof/>
                <w:u w:val="single"/>
              </w:rPr>
              <w:t xml:space="preserve">Descrição do </w:t>
            </w:r>
            <w:r w:rsidR="00BA0EA1">
              <w:rPr>
                <w:rFonts w:ascii="Poppins" w:hAnsi="Poppins" w:cs="Poppins"/>
                <w:noProof/>
                <w:u w:val="single"/>
              </w:rPr>
              <w:t>p</w:t>
            </w:r>
            <w:r w:rsidR="00BA0EA1" w:rsidRPr="009835AE">
              <w:rPr>
                <w:rFonts w:ascii="Poppins" w:hAnsi="Poppins" w:cs="Poppins"/>
                <w:noProof/>
                <w:u w:val="single"/>
              </w:rPr>
              <w:t>rojeto</w:t>
            </w:r>
            <w:r w:rsidRPr="009835AE">
              <w:rPr>
                <w:rFonts w:ascii="Poppins" w:hAnsi="Poppins" w:cs="Poppins"/>
                <w:noProof/>
                <w:u w:val="single"/>
              </w:rPr>
              <w:t>:</w:t>
            </w:r>
          </w:p>
          <w:p w14:paraId="2613E5F9" w14:textId="730AAA6A" w:rsidR="00A551CF" w:rsidRPr="009835AE" w:rsidRDefault="00A551CF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  <w:u w:val="single"/>
              </w:rPr>
            </w:pPr>
          </w:p>
        </w:tc>
      </w:tr>
      <w:tr w:rsidR="00B86C1D" w:rsidRPr="009835AE" w14:paraId="38EFFA7B" w14:textId="77777777" w:rsidTr="00F56DB3">
        <w:tc>
          <w:tcPr>
            <w:tcW w:w="8919" w:type="dxa"/>
          </w:tcPr>
          <w:p w14:paraId="5E1DD136" w14:textId="66C88E43" w:rsidR="00B86C1D" w:rsidRPr="009835AE" w:rsidRDefault="00B86C1D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B86C1D" w:rsidRPr="009835AE" w14:paraId="7E904AD7" w14:textId="77777777" w:rsidTr="00F56DB3">
        <w:tc>
          <w:tcPr>
            <w:tcW w:w="8919" w:type="dxa"/>
          </w:tcPr>
          <w:p w14:paraId="69690FCE" w14:textId="77777777" w:rsidR="00B86C1D" w:rsidRPr="009835AE" w:rsidRDefault="00B86C1D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</w:tbl>
    <w:p w14:paraId="1429736B" w14:textId="5624B0B0" w:rsidR="00B86C1D" w:rsidRPr="009835AE" w:rsidRDefault="00B86C1D" w:rsidP="009835AE">
      <w:pPr>
        <w:spacing w:before="100" w:beforeAutospacing="1" w:after="100" w:afterAutospacing="1"/>
        <w:ind w:left="720"/>
        <w:rPr>
          <w:rFonts w:ascii="Poppins" w:hAnsi="Poppins" w:cs="Poppins"/>
          <w:i/>
          <w:iCs/>
          <w:color w:val="808080" w:themeColor="background1" w:themeShade="80"/>
        </w:rPr>
      </w:pPr>
    </w:p>
    <w:p w14:paraId="737A90FC" w14:textId="3AEBD0B0" w:rsidR="0022058F" w:rsidRPr="009835AE" w:rsidRDefault="146182A4" w:rsidP="009835AE">
      <w:pPr>
        <w:pStyle w:val="PargrafodaLista"/>
        <w:numPr>
          <w:ilvl w:val="0"/>
          <w:numId w:val="2"/>
        </w:numPr>
        <w:spacing w:before="100" w:beforeAutospacing="1" w:after="100" w:afterAutospacing="1"/>
        <w:rPr>
          <w:rFonts w:ascii="Poppins" w:hAnsi="Poppins" w:cs="Poppins"/>
        </w:rPr>
      </w:pPr>
      <w:r w:rsidRPr="146182A4">
        <w:rPr>
          <w:rStyle w:val="Forte"/>
          <w:rFonts w:ascii="Poppins" w:hAnsi="Poppins" w:cs="Poppins"/>
        </w:rPr>
        <w:t>Descrição do problema inicial</w:t>
      </w:r>
      <w:r w:rsidRPr="146182A4">
        <w:rPr>
          <w:rFonts w:ascii="Poppins" w:hAnsi="Poppins" w:cs="Poppins"/>
        </w:rPr>
        <w:t xml:space="preserve"> </w:t>
      </w:r>
      <w:r w:rsidRPr="146182A4">
        <w:rPr>
          <w:rFonts w:ascii="Poppins" w:hAnsi="Poppins" w:cs="Poppins"/>
          <w:b/>
          <w:bCs/>
        </w:rPr>
        <w:t>(5 minutos):</w:t>
      </w:r>
    </w:p>
    <w:p w14:paraId="013C6685" w14:textId="4F2A821B" w:rsidR="146182A4" w:rsidRDefault="146182A4" w:rsidP="146182A4">
      <w:pPr>
        <w:pStyle w:val="PargrafodaLista"/>
        <w:spacing w:beforeAutospacing="1" w:afterAutospacing="1"/>
        <w:rPr>
          <w:rFonts w:ascii="Poppins" w:hAnsi="Poppins" w:cs="Poppins"/>
        </w:rPr>
      </w:pPr>
    </w:p>
    <w:p w14:paraId="59A31C13" w14:textId="274E8DCC" w:rsidR="0022058F" w:rsidRPr="009835AE" w:rsidRDefault="00BA0EA1" w:rsidP="009835AE">
      <w:pPr>
        <w:numPr>
          <w:ilvl w:val="1"/>
          <w:numId w:val="7"/>
        </w:numPr>
        <w:spacing w:before="100" w:beforeAutospacing="1" w:after="100" w:afterAutospacing="1"/>
        <w:rPr>
          <w:rFonts w:ascii="Poppins" w:hAnsi="Poppins" w:cs="Poppins"/>
        </w:rPr>
      </w:pPr>
      <w:r w:rsidRPr="009835AE">
        <w:rPr>
          <w:rFonts w:ascii="Poppins" w:hAnsi="Poppins" w:cs="Poppins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95B8B6B" wp14:editId="3064618E">
                <wp:simplePos x="0" y="0"/>
                <wp:positionH relativeFrom="column">
                  <wp:posOffset>6829695</wp:posOffset>
                </wp:positionH>
                <wp:positionV relativeFrom="paragraph">
                  <wp:posOffset>387350</wp:posOffset>
                </wp:positionV>
                <wp:extent cx="2552700" cy="389890"/>
                <wp:effectExtent l="0" t="0" r="0" b="0"/>
                <wp:wrapNone/>
                <wp:docPr id="889796567" name="CaixaDe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A66011" w14:textId="77777777" w:rsidR="00A4615B" w:rsidRPr="00647F4F" w:rsidRDefault="00A4615B" w:rsidP="00A4615B">
                            <w:pPr>
                              <w:rPr>
                                <w:rFonts w:ascii="Poppins" w:eastAsia="Arial" w:hAnsi="Poppins" w:cs="Poppin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47F4F">
                              <w:rPr>
                                <w:rFonts w:ascii="Poppins" w:eastAsia="Arial" w:hAnsi="Poppins" w:cs="Poppin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DE OLHO NO MODELO</w:t>
                            </w:r>
                          </w:p>
                        </w:txbxContent>
                      </wps:txbx>
                      <wps:bodyPr spcFirstLastPara="1" wrap="square" lIns="91425" tIns="45700" rIns="91425" bIns="45700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F31F6FF">
              <v:shapetype id="_x0000_t202" coordsize="21600,21600" o:spt="202" path="m,l,21600r21600,l21600,xe" w14:anchorId="095B8B6B">
                <v:stroke joinstyle="miter"/>
                <v:path gradientshapeok="t" o:connecttype="rect"/>
              </v:shapetype>
              <v:shape id="CaixaDeTexto 26" style="position:absolute;left:0;text-align:left;margin-left:537.75pt;margin-top:30.5pt;width:201pt;height:30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">
                <v:textbox inset="2.53958mm,1.2694mm,2.53958mm,1.2694mm">
                  <w:txbxContent>
                    <w:p w:rsidRPr="00647F4F" w:rsidR="00A4615B" w:rsidP="00A4615B" w:rsidRDefault="00A4615B" w14:paraId="3CE3ED4E" w14:textId="77777777">
                      <w:pPr>
                        <w:rPr>
                          <w:rFonts w:ascii="Poppins" w:hAnsi="Poppins" w:eastAsia="Arial" w:cs="Poppins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647F4F">
                        <w:rPr>
                          <w:rFonts w:ascii="Poppins" w:hAnsi="Poppins" w:eastAsia="Arial" w:cs="Poppins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DE OLHO NO MODELO</w:t>
                      </w:r>
                    </w:p>
                  </w:txbxContent>
                </v:textbox>
              </v:shape>
            </w:pict>
          </mc:Fallback>
        </mc:AlternateContent>
      </w:r>
      <w:r w:rsidR="00CE02C3" w:rsidRPr="009835AE">
        <w:rPr>
          <w:rFonts w:ascii="Poppins" w:hAnsi="Poppins" w:cs="Poppins"/>
          <w:b/>
          <w:bCs/>
        </w:rPr>
        <w:t>Descrevam o problema ou necessidade</w:t>
      </w:r>
      <w:r w:rsidR="00CE02C3" w:rsidRPr="009835AE">
        <w:rPr>
          <w:rFonts w:ascii="Poppins" w:hAnsi="Poppins" w:cs="Poppins"/>
        </w:rPr>
        <w:t xml:space="preserve"> que existia na comunidade antes do início do projeto. Sejam específicos sobre como esse problema afetava as pessoas.</w:t>
      </w:r>
    </w:p>
    <w:p w14:paraId="344C63AB" w14:textId="7FBACA02" w:rsidR="00A551CF" w:rsidRPr="009835AE" w:rsidRDefault="0022058F" w:rsidP="009835AE">
      <w:pPr>
        <w:spacing w:before="100" w:beforeAutospacing="1" w:after="100" w:afterAutospacing="1"/>
        <w:ind w:left="720"/>
        <w:rPr>
          <w:rFonts w:ascii="Poppins" w:hAnsi="Poppins" w:cs="Poppins"/>
          <w:color w:val="000000" w:themeColor="text1"/>
        </w:rPr>
      </w:pPr>
      <w:r w:rsidRPr="009835AE">
        <w:rPr>
          <w:rFonts w:ascii="Poppins" w:hAnsi="Poppins" w:cs="Poppins"/>
          <w:b/>
          <w:bCs/>
          <w:color w:val="000000" w:themeColor="text1"/>
        </w:rPr>
        <w:t>Exemplo:</w:t>
      </w:r>
      <w:r w:rsidRPr="009835AE">
        <w:rPr>
          <w:rFonts w:ascii="Poppins" w:hAnsi="Poppins" w:cs="Poppins"/>
          <w:color w:val="000000" w:themeColor="text1"/>
        </w:rPr>
        <w:t xml:space="preserve"> </w:t>
      </w:r>
      <w:r w:rsidR="00A551CF" w:rsidRPr="009835AE">
        <w:rPr>
          <w:rFonts w:ascii="Poppins" w:hAnsi="Poppins" w:cs="Poppins"/>
          <w:color w:val="000000" w:themeColor="text1"/>
        </w:rPr>
        <w:t xml:space="preserve">A escola tinha problemas com o gerenciamento de resíduos e falta de conscientização sobre reciclagem. Os resíduos eram misturados e </w:t>
      </w:r>
      <w:r w:rsidR="00A551CF" w:rsidRPr="009835AE">
        <w:rPr>
          <w:rFonts w:ascii="Poppins" w:hAnsi="Poppins" w:cs="Poppins"/>
          <w:color w:val="000000" w:themeColor="text1"/>
        </w:rPr>
        <w:lastRenderedPageBreak/>
        <w:t>enviados para aterros e não havia um esforço sistemático para educar a comunidade escolar sobre práticas sustentáveis.</w:t>
      </w:r>
    </w:p>
    <w:p w14:paraId="25253036" w14:textId="09559E7A" w:rsidR="00A551CF" w:rsidRPr="009835AE" w:rsidRDefault="00A551CF" w:rsidP="009835AE">
      <w:pPr>
        <w:spacing w:before="100" w:beforeAutospacing="1" w:after="100" w:afterAutospacing="1"/>
        <w:ind w:left="720"/>
        <w:rPr>
          <w:rFonts w:ascii="Poppins" w:hAnsi="Poppins" w:cs="Poppins"/>
          <w:u w:val="single"/>
        </w:rPr>
      </w:pPr>
      <w:r w:rsidRPr="009835AE">
        <w:rPr>
          <w:rFonts w:ascii="Poppins" w:hAnsi="Poppins" w:cs="Poppins"/>
          <w:u w:val="single"/>
        </w:rPr>
        <w:t>Descrição do problema</w:t>
      </w:r>
      <w:r w:rsidR="00BA0EA1">
        <w:rPr>
          <w:rFonts w:ascii="Poppins" w:hAnsi="Poppins" w:cs="Poppins"/>
          <w:u w:val="single"/>
        </w:rPr>
        <w:t xml:space="preserve"> inicial</w:t>
      </w:r>
      <w:r w:rsidRPr="009835AE">
        <w:rPr>
          <w:rFonts w:ascii="Poppins" w:hAnsi="Poppins" w:cs="Poppins"/>
          <w:u w:val="single"/>
        </w:rPr>
        <w:t>:</w:t>
      </w:r>
    </w:p>
    <w:tbl>
      <w:tblPr>
        <w:tblStyle w:val="Tabelacomgrade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22058F" w:rsidRPr="009835AE" w14:paraId="241A605E" w14:textId="77777777" w:rsidTr="00F56DB3">
        <w:tc>
          <w:tcPr>
            <w:tcW w:w="8919" w:type="dxa"/>
          </w:tcPr>
          <w:p w14:paraId="7DB501FE" w14:textId="77777777" w:rsidR="0022058F" w:rsidRPr="009835AE" w:rsidRDefault="0022058F" w:rsidP="009835AE">
            <w:pPr>
              <w:rPr>
                <w:rFonts w:ascii="Poppins" w:hAnsi="Poppins" w:cs="Poppins"/>
                <w:noProof/>
              </w:rPr>
            </w:pPr>
          </w:p>
        </w:tc>
      </w:tr>
      <w:tr w:rsidR="0022058F" w:rsidRPr="009835AE" w14:paraId="5F4B30CC" w14:textId="77777777" w:rsidTr="00F56DB3">
        <w:tc>
          <w:tcPr>
            <w:tcW w:w="8919" w:type="dxa"/>
          </w:tcPr>
          <w:p w14:paraId="22EFA9A0" w14:textId="77777777" w:rsidR="0022058F" w:rsidRPr="009835AE" w:rsidRDefault="0022058F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22058F" w:rsidRPr="009835AE" w14:paraId="10408BBA" w14:textId="77777777" w:rsidTr="00F56DB3">
        <w:tc>
          <w:tcPr>
            <w:tcW w:w="8919" w:type="dxa"/>
          </w:tcPr>
          <w:p w14:paraId="629BDB7F" w14:textId="77777777" w:rsidR="0022058F" w:rsidRPr="009835AE" w:rsidRDefault="0022058F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22058F" w:rsidRPr="009835AE" w14:paraId="208D7E22" w14:textId="77777777" w:rsidTr="00F56DB3">
        <w:tc>
          <w:tcPr>
            <w:tcW w:w="8919" w:type="dxa"/>
          </w:tcPr>
          <w:p w14:paraId="173D2A53" w14:textId="77777777" w:rsidR="0022058F" w:rsidRPr="009835AE" w:rsidRDefault="0022058F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</w:tbl>
    <w:p w14:paraId="7E4DF204" w14:textId="364D299D" w:rsidR="0022058F" w:rsidRPr="009835AE" w:rsidRDefault="146182A4" w:rsidP="009835AE">
      <w:pPr>
        <w:pStyle w:val="NormalWeb"/>
        <w:numPr>
          <w:ilvl w:val="0"/>
          <w:numId w:val="2"/>
        </w:numPr>
        <w:rPr>
          <w:rStyle w:val="Forte"/>
          <w:rFonts w:ascii="Poppins" w:hAnsi="Poppins" w:cs="Poppins"/>
          <w:b w:val="0"/>
          <w:bCs w:val="0"/>
        </w:rPr>
      </w:pPr>
      <w:r w:rsidRPr="146182A4">
        <w:rPr>
          <w:rStyle w:val="Forte"/>
          <w:rFonts w:ascii="Poppins" w:hAnsi="Poppins" w:cs="Poppins"/>
        </w:rPr>
        <w:t>Solução implementada</w:t>
      </w:r>
      <w:r w:rsidRPr="146182A4">
        <w:rPr>
          <w:rFonts w:ascii="Poppins" w:hAnsi="Poppins" w:cs="Poppins"/>
        </w:rPr>
        <w:t xml:space="preserve"> </w:t>
      </w:r>
      <w:r w:rsidRPr="146182A4">
        <w:rPr>
          <w:rFonts w:ascii="Poppins" w:hAnsi="Poppins" w:cs="Poppins"/>
          <w:b/>
          <w:bCs/>
        </w:rPr>
        <w:t>(5 minutos):</w:t>
      </w:r>
    </w:p>
    <w:p w14:paraId="3EF6B813" w14:textId="160E4888" w:rsidR="146182A4" w:rsidRDefault="146182A4" w:rsidP="146182A4">
      <w:pPr>
        <w:pStyle w:val="NormalWeb"/>
        <w:ind w:left="720"/>
        <w:rPr>
          <w:rStyle w:val="Forte"/>
          <w:rFonts w:ascii="Poppins" w:hAnsi="Poppins" w:cs="Poppins"/>
          <w:b w:val="0"/>
          <w:bCs w:val="0"/>
        </w:rPr>
      </w:pPr>
    </w:p>
    <w:p w14:paraId="5B4BE505" w14:textId="1DA7F306" w:rsidR="00A4615B" w:rsidRPr="009835AE" w:rsidRDefault="00B86C1D" w:rsidP="009835AE">
      <w:pPr>
        <w:numPr>
          <w:ilvl w:val="0"/>
          <w:numId w:val="8"/>
        </w:numPr>
        <w:spacing w:before="100" w:beforeAutospacing="1" w:after="100" w:afterAutospacing="1"/>
        <w:rPr>
          <w:rFonts w:ascii="Poppins" w:hAnsi="Poppins" w:cs="Poppins"/>
        </w:rPr>
      </w:pPr>
      <w:r w:rsidRPr="009835AE">
        <w:rPr>
          <w:rFonts w:ascii="Poppins" w:hAnsi="Poppins" w:cs="Poppins"/>
        </w:rPr>
        <w:t>Explique</w:t>
      </w:r>
      <w:r w:rsidR="00BA0EA1">
        <w:rPr>
          <w:rFonts w:ascii="Poppins" w:hAnsi="Poppins" w:cs="Poppins"/>
        </w:rPr>
        <w:t>m</w:t>
      </w:r>
      <w:r w:rsidRPr="009835AE">
        <w:rPr>
          <w:rFonts w:ascii="Poppins" w:hAnsi="Poppins" w:cs="Poppins"/>
        </w:rPr>
        <w:t xml:space="preserve"> a solução que foi aplicada para resolver o problema, destacando a simplicidade e o baixo custo.</w:t>
      </w:r>
    </w:p>
    <w:p w14:paraId="7C660158" w14:textId="558B5DBA" w:rsidR="0022058F" w:rsidRPr="009835AE" w:rsidRDefault="146182A4" w:rsidP="009835AE">
      <w:pPr>
        <w:spacing w:before="100" w:beforeAutospacing="1" w:after="100" w:afterAutospacing="1"/>
        <w:ind w:left="720"/>
        <w:rPr>
          <w:rFonts w:ascii="Poppins" w:hAnsi="Poppins" w:cs="Poppins"/>
          <w:i/>
          <w:iCs/>
          <w:color w:val="808080" w:themeColor="background1" w:themeShade="80"/>
          <w:u w:val="single"/>
        </w:rPr>
      </w:pPr>
      <w:r w:rsidRPr="146182A4">
        <w:rPr>
          <w:rFonts w:ascii="Poppins" w:hAnsi="Poppins" w:cs="Poppins"/>
          <w:b/>
          <w:bCs/>
          <w:color w:val="000000" w:themeColor="text1"/>
        </w:rPr>
        <w:t>Exemplo</w:t>
      </w:r>
      <w:r w:rsidRPr="146182A4">
        <w:rPr>
          <w:rFonts w:ascii="Poppins" w:hAnsi="Poppins" w:cs="Poppins"/>
          <w:color w:val="000000" w:themeColor="text1"/>
        </w:rPr>
        <w:t>: Foram colocadas lixeiras específicas para recicláveis e realizadas campanhas de conscientização com palestras e materiais informativos. Alunos e professores participaram da coleta e separação dos materiais, promovendo um envolvimento ativo da comunidade escolar</w:t>
      </w:r>
      <w:r w:rsidRPr="146182A4">
        <w:rPr>
          <w:rFonts w:ascii="Poppins" w:hAnsi="Poppins" w:cs="Poppins"/>
          <w:i/>
          <w:iCs/>
          <w:color w:val="808080" w:themeColor="background1" w:themeShade="80"/>
        </w:rPr>
        <w:t>.</w:t>
      </w:r>
    </w:p>
    <w:p w14:paraId="2690C15E" w14:textId="37307126" w:rsidR="146182A4" w:rsidRDefault="146182A4" w:rsidP="146182A4">
      <w:pPr>
        <w:spacing w:beforeAutospacing="1" w:afterAutospacing="1"/>
        <w:ind w:left="720"/>
        <w:rPr>
          <w:rFonts w:ascii="Poppins" w:hAnsi="Poppins" w:cs="Poppins"/>
          <w:i/>
          <w:iCs/>
          <w:color w:val="808080" w:themeColor="background1" w:themeShade="80"/>
        </w:rPr>
      </w:pPr>
    </w:p>
    <w:tbl>
      <w:tblPr>
        <w:tblStyle w:val="Tabelacomgrade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D00250" w:rsidRPr="009835AE" w14:paraId="6E23C6F1" w14:textId="77777777" w:rsidTr="146182A4">
        <w:tc>
          <w:tcPr>
            <w:tcW w:w="8919" w:type="dxa"/>
          </w:tcPr>
          <w:p w14:paraId="7A522430" w14:textId="3BE4B227" w:rsidR="00A551CF" w:rsidRPr="009835AE" w:rsidRDefault="00A551CF" w:rsidP="009835AE">
            <w:pPr>
              <w:rPr>
                <w:rFonts w:ascii="Poppins" w:hAnsi="Poppins" w:cs="Poppins"/>
                <w:noProof/>
                <w:u w:val="single"/>
              </w:rPr>
            </w:pPr>
            <w:r w:rsidRPr="009835AE">
              <w:rPr>
                <w:rFonts w:ascii="Poppins" w:hAnsi="Poppins" w:cs="Poppins"/>
                <w:noProof/>
                <w:u w:val="single"/>
              </w:rPr>
              <w:t xml:space="preserve">Descrição da </w:t>
            </w:r>
            <w:r w:rsidR="00BA0EA1">
              <w:rPr>
                <w:rFonts w:ascii="Poppins" w:hAnsi="Poppins" w:cs="Poppins"/>
                <w:noProof/>
                <w:u w:val="single"/>
              </w:rPr>
              <w:t>s</w:t>
            </w:r>
            <w:r w:rsidR="00BA0EA1" w:rsidRPr="009835AE">
              <w:rPr>
                <w:rFonts w:ascii="Poppins" w:hAnsi="Poppins" w:cs="Poppins"/>
                <w:noProof/>
                <w:u w:val="single"/>
              </w:rPr>
              <w:t>olução</w:t>
            </w:r>
            <w:r w:rsidRPr="009835AE">
              <w:rPr>
                <w:rFonts w:ascii="Poppins" w:hAnsi="Poppins" w:cs="Poppins"/>
                <w:noProof/>
                <w:u w:val="single"/>
              </w:rPr>
              <w:t>:</w:t>
            </w:r>
          </w:p>
          <w:p w14:paraId="0EABC150" w14:textId="77777777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  <w:u w:val="single"/>
              </w:rPr>
            </w:pPr>
          </w:p>
        </w:tc>
      </w:tr>
      <w:tr w:rsidR="00D00250" w:rsidRPr="009835AE" w14:paraId="627169FF" w14:textId="77777777" w:rsidTr="146182A4">
        <w:tc>
          <w:tcPr>
            <w:tcW w:w="8919" w:type="dxa"/>
          </w:tcPr>
          <w:p w14:paraId="6D94042F" w14:textId="550AFCD3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112692" w:rsidRPr="009835AE" w14:paraId="18BD564F" w14:textId="77777777" w:rsidTr="146182A4">
        <w:tc>
          <w:tcPr>
            <w:tcW w:w="8919" w:type="dxa"/>
          </w:tcPr>
          <w:p w14:paraId="7FA930AD" w14:textId="625460A6" w:rsidR="00112692" w:rsidRPr="009835AE" w:rsidRDefault="00112692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D00250" w:rsidRPr="009835AE" w14:paraId="6EC74D8A" w14:textId="77777777" w:rsidTr="146182A4">
        <w:tc>
          <w:tcPr>
            <w:tcW w:w="8919" w:type="dxa"/>
          </w:tcPr>
          <w:p w14:paraId="33FC3D45" w14:textId="66D94297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112692" w:rsidRPr="009835AE" w14:paraId="0C2ADA53" w14:textId="77777777" w:rsidTr="146182A4">
        <w:tc>
          <w:tcPr>
            <w:tcW w:w="8919" w:type="dxa"/>
          </w:tcPr>
          <w:p w14:paraId="797B59A4" w14:textId="78C1137D" w:rsidR="00112692" w:rsidRPr="009835AE" w:rsidRDefault="00112692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</w:tbl>
    <w:p w14:paraId="2FD90653" w14:textId="18C72DB2" w:rsidR="146182A4" w:rsidRDefault="146182A4" w:rsidP="146182A4">
      <w:pPr>
        <w:pStyle w:val="NormalWeb"/>
        <w:ind w:left="720"/>
        <w:rPr>
          <w:rFonts w:ascii="Poppins" w:hAnsi="Poppins" w:cs="Poppins"/>
        </w:rPr>
      </w:pPr>
    </w:p>
    <w:p w14:paraId="34EA5C6C" w14:textId="77777777" w:rsidR="00E12284" w:rsidRDefault="00E12284" w:rsidP="146182A4">
      <w:pPr>
        <w:pStyle w:val="NormalWeb"/>
        <w:ind w:left="720"/>
        <w:rPr>
          <w:rFonts w:ascii="Poppins" w:hAnsi="Poppins" w:cs="Poppins"/>
        </w:rPr>
      </w:pPr>
    </w:p>
    <w:p w14:paraId="297ED848" w14:textId="17A003CD" w:rsidR="0022058F" w:rsidRPr="009835AE" w:rsidRDefault="146182A4" w:rsidP="009835AE">
      <w:pPr>
        <w:pStyle w:val="NormalWeb"/>
        <w:numPr>
          <w:ilvl w:val="0"/>
          <w:numId w:val="2"/>
        </w:numPr>
        <w:rPr>
          <w:rFonts w:ascii="Poppins" w:hAnsi="Poppins" w:cs="Poppins"/>
        </w:rPr>
      </w:pPr>
      <w:r w:rsidRPr="146182A4">
        <w:rPr>
          <w:rStyle w:val="Forte"/>
          <w:rFonts w:ascii="Poppins" w:hAnsi="Poppins" w:cs="Poppins"/>
        </w:rPr>
        <w:lastRenderedPageBreak/>
        <w:t>Análise do impacto positivo</w:t>
      </w:r>
      <w:r w:rsidRPr="146182A4">
        <w:rPr>
          <w:rFonts w:ascii="Poppins" w:hAnsi="Poppins" w:cs="Poppins"/>
        </w:rPr>
        <w:t xml:space="preserve"> </w:t>
      </w:r>
      <w:r w:rsidRPr="146182A4">
        <w:rPr>
          <w:rFonts w:ascii="Poppins" w:hAnsi="Poppins" w:cs="Poppins"/>
          <w:b/>
          <w:bCs/>
        </w:rPr>
        <w:t>(5 minutos):</w:t>
      </w:r>
    </w:p>
    <w:p w14:paraId="48B53862" w14:textId="193E6269" w:rsidR="00B86C1D" w:rsidRPr="009835AE" w:rsidRDefault="00B86C1D" w:rsidP="009835AE">
      <w:pPr>
        <w:numPr>
          <w:ilvl w:val="0"/>
          <w:numId w:val="9"/>
        </w:numPr>
        <w:spacing w:before="100" w:beforeAutospacing="1" w:after="100" w:afterAutospacing="1"/>
        <w:rPr>
          <w:rFonts w:ascii="Poppins" w:hAnsi="Poppins" w:cs="Poppins"/>
        </w:rPr>
      </w:pPr>
      <w:r w:rsidRPr="009835AE">
        <w:rPr>
          <w:rFonts w:ascii="Poppins" w:hAnsi="Poppins" w:cs="Poppins"/>
        </w:rPr>
        <w:t>Analise</w:t>
      </w:r>
      <w:r w:rsidR="00BA0EA1">
        <w:rPr>
          <w:rFonts w:ascii="Poppins" w:hAnsi="Poppins" w:cs="Poppins"/>
        </w:rPr>
        <w:t>m</w:t>
      </w:r>
      <w:r w:rsidRPr="009835AE">
        <w:rPr>
          <w:rFonts w:ascii="Poppins" w:hAnsi="Poppins" w:cs="Poppins"/>
        </w:rPr>
        <w:t xml:space="preserve"> como a solução impactou positivamente a comunidade</w:t>
      </w:r>
      <w:r w:rsidR="00112692" w:rsidRPr="009835AE">
        <w:rPr>
          <w:rFonts w:ascii="Poppins" w:hAnsi="Poppins" w:cs="Poppins"/>
        </w:rPr>
        <w:t>.</w:t>
      </w:r>
    </w:p>
    <w:p w14:paraId="100C286D" w14:textId="019E373E" w:rsidR="0022058F" w:rsidRPr="009835AE" w:rsidRDefault="146182A4" w:rsidP="009835AE">
      <w:pPr>
        <w:spacing w:before="100" w:beforeAutospacing="1" w:after="100" w:afterAutospacing="1"/>
        <w:ind w:left="720"/>
        <w:rPr>
          <w:rFonts w:ascii="Poppins" w:hAnsi="Poppins" w:cs="Poppins"/>
          <w:color w:val="000000" w:themeColor="text1"/>
        </w:rPr>
      </w:pPr>
      <w:r w:rsidRPr="146182A4">
        <w:rPr>
          <w:rFonts w:ascii="Poppins" w:hAnsi="Poppins" w:cs="Poppins"/>
          <w:b/>
          <w:bCs/>
          <w:color w:val="000000" w:themeColor="text1"/>
        </w:rPr>
        <w:t>Exemplo:</w:t>
      </w:r>
      <w:r w:rsidRPr="146182A4">
        <w:rPr>
          <w:rFonts w:ascii="Poppins" w:hAnsi="Poppins" w:cs="Poppins"/>
          <w:color w:val="000000" w:themeColor="text1"/>
        </w:rPr>
        <w:t xml:space="preserve"> O projeto resultou em uma redução significativa dos resíduos enviados para aterros, melhorou a gestão dos resíduos e aumentou a conscientização ambiental entre alunos e professores. Além disso, promoveu práticas sustentáveis dentro da escola e envolveu a comunidade escolar de maneira eficaz.</w:t>
      </w:r>
    </w:p>
    <w:p w14:paraId="66D730F5" w14:textId="03FCD6FD" w:rsidR="146182A4" w:rsidRDefault="146182A4" w:rsidP="146182A4">
      <w:pPr>
        <w:spacing w:beforeAutospacing="1" w:afterAutospacing="1"/>
        <w:ind w:left="720"/>
        <w:rPr>
          <w:rFonts w:ascii="Poppins" w:hAnsi="Poppins" w:cs="Poppins"/>
          <w:color w:val="000000" w:themeColor="text1"/>
        </w:rPr>
      </w:pPr>
    </w:p>
    <w:p w14:paraId="0640DB9C" w14:textId="74A4AF4A" w:rsidR="00A551CF" w:rsidRPr="009835AE" w:rsidRDefault="00A551CF" w:rsidP="009835AE">
      <w:pPr>
        <w:spacing w:before="100" w:beforeAutospacing="1" w:after="100" w:afterAutospacing="1"/>
        <w:ind w:left="720"/>
        <w:rPr>
          <w:rFonts w:ascii="Poppins" w:hAnsi="Poppins" w:cs="Poppins"/>
          <w:u w:val="single"/>
        </w:rPr>
      </w:pPr>
      <w:r w:rsidRPr="009835AE">
        <w:rPr>
          <w:rFonts w:ascii="Poppins" w:hAnsi="Poppins" w:cs="Poppins"/>
          <w:u w:val="single"/>
        </w:rPr>
        <w:t>Análise do impacto positivo:</w:t>
      </w:r>
    </w:p>
    <w:tbl>
      <w:tblPr>
        <w:tblStyle w:val="Tabelacomgrade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D00250" w:rsidRPr="009835AE" w14:paraId="06702C26" w14:textId="77777777" w:rsidTr="00F56DB3">
        <w:tc>
          <w:tcPr>
            <w:tcW w:w="8919" w:type="dxa"/>
          </w:tcPr>
          <w:p w14:paraId="6EF6A04A" w14:textId="77777777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112692" w:rsidRPr="009835AE" w14:paraId="0FA1DD7A" w14:textId="77777777" w:rsidTr="00F56DB3">
        <w:tc>
          <w:tcPr>
            <w:tcW w:w="8919" w:type="dxa"/>
          </w:tcPr>
          <w:p w14:paraId="562CCC2E" w14:textId="77777777" w:rsidR="00112692" w:rsidRPr="009835AE" w:rsidRDefault="00112692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112692" w:rsidRPr="009835AE" w14:paraId="37306051" w14:textId="77777777" w:rsidTr="00F56DB3">
        <w:tc>
          <w:tcPr>
            <w:tcW w:w="8919" w:type="dxa"/>
          </w:tcPr>
          <w:p w14:paraId="4FBA3FDA" w14:textId="77777777" w:rsidR="00112692" w:rsidRPr="009835AE" w:rsidRDefault="00112692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D00250" w:rsidRPr="009835AE" w14:paraId="5FDF86FB" w14:textId="77777777" w:rsidTr="00F56DB3">
        <w:tc>
          <w:tcPr>
            <w:tcW w:w="8919" w:type="dxa"/>
          </w:tcPr>
          <w:p w14:paraId="185A6BA0" w14:textId="77777777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  <w:tr w:rsidR="00D00250" w:rsidRPr="009835AE" w14:paraId="416C9DFD" w14:textId="77777777" w:rsidTr="00F56DB3">
        <w:tc>
          <w:tcPr>
            <w:tcW w:w="8919" w:type="dxa"/>
          </w:tcPr>
          <w:p w14:paraId="1D4A2B52" w14:textId="77777777" w:rsidR="00D00250" w:rsidRPr="009835AE" w:rsidRDefault="00D00250" w:rsidP="009835AE">
            <w:pPr>
              <w:pStyle w:val="PargrafodaLista"/>
              <w:spacing w:line="360" w:lineRule="auto"/>
              <w:ind w:left="0"/>
              <w:rPr>
                <w:rFonts w:ascii="Poppins" w:hAnsi="Poppins" w:cs="Poppins"/>
                <w:noProof/>
              </w:rPr>
            </w:pPr>
          </w:p>
        </w:tc>
      </w:tr>
    </w:tbl>
    <w:p w14:paraId="3EDB9F41" w14:textId="3799AA78" w:rsidR="00B86C1D" w:rsidRPr="009835AE" w:rsidRDefault="00B86C1D" w:rsidP="009835AE">
      <w:pPr>
        <w:spacing w:before="100" w:beforeAutospacing="1" w:after="100" w:afterAutospacing="1"/>
        <w:ind w:left="1440"/>
        <w:rPr>
          <w:rFonts w:ascii="Poppins" w:hAnsi="Poppins" w:cs="Poppins"/>
        </w:rPr>
      </w:pPr>
    </w:p>
    <w:p w14:paraId="52633D2D" w14:textId="603A017A" w:rsidR="0022058F" w:rsidRPr="009835AE" w:rsidRDefault="146182A4" w:rsidP="009835AE">
      <w:pPr>
        <w:pStyle w:val="NormalWeb"/>
        <w:numPr>
          <w:ilvl w:val="0"/>
          <w:numId w:val="2"/>
        </w:numPr>
        <w:rPr>
          <w:rFonts w:ascii="Poppins" w:hAnsi="Poppins" w:cs="Poppins"/>
        </w:rPr>
      </w:pPr>
      <w:r w:rsidRPr="146182A4">
        <w:rPr>
          <w:rStyle w:val="Forte"/>
          <w:rFonts w:ascii="Poppins" w:hAnsi="Poppins" w:cs="Poppins"/>
        </w:rPr>
        <w:t>Compartilhamento com a turma (10 minutos)</w:t>
      </w:r>
    </w:p>
    <w:p w14:paraId="4CD58876" w14:textId="0EEAA139" w:rsidR="146182A4" w:rsidRDefault="146182A4" w:rsidP="146182A4">
      <w:pPr>
        <w:pStyle w:val="NormalWeb"/>
        <w:ind w:left="720"/>
        <w:rPr>
          <w:rFonts w:ascii="Poppins" w:hAnsi="Poppins" w:cs="Poppins"/>
        </w:rPr>
      </w:pPr>
    </w:p>
    <w:p w14:paraId="397F97BB" w14:textId="77777777" w:rsidR="00001A8E" w:rsidRPr="009835AE" w:rsidRDefault="00001A8E" w:rsidP="009835AE">
      <w:pPr>
        <w:pStyle w:val="PargrafodaLista"/>
        <w:numPr>
          <w:ilvl w:val="0"/>
          <w:numId w:val="9"/>
        </w:numPr>
        <w:spacing w:before="100" w:beforeAutospacing="1" w:after="100" w:afterAutospacing="1"/>
        <w:rPr>
          <w:rFonts w:ascii="Poppins" w:eastAsia="Arial Unicode MS" w:hAnsi="Poppins" w:cs="Poppins"/>
        </w:rPr>
      </w:pPr>
      <w:r w:rsidRPr="009835AE">
        <w:rPr>
          <w:rFonts w:ascii="Poppins" w:hAnsi="Poppins" w:cs="Poppins"/>
        </w:rPr>
        <w:t xml:space="preserve">Compartilhem suas conclusões com a turma, seja em pequenos grupos ou como apresentação para toda a classe. </w:t>
      </w:r>
    </w:p>
    <w:p w14:paraId="11AEEA30" w14:textId="1D756AE7" w:rsidR="005A5A09" w:rsidRPr="009835AE" w:rsidRDefault="00001A8E" w:rsidP="009835AE">
      <w:pPr>
        <w:pStyle w:val="PargrafodaLista"/>
        <w:numPr>
          <w:ilvl w:val="0"/>
          <w:numId w:val="9"/>
        </w:numPr>
        <w:spacing w:before="100" w:beforeAutospacing="1" w:after="100" w:afterAutospacing="1"/>
        <w:rPr>
          <w:rFonts w:ascii="Poppins" w:eastAsia="Arial Unicode MS" w:hAnsi="Poppins" w:cs="Poppins"/>
        </w:rPr>
      </w:pPr>
      <w:r w:rsidRPr="009835AE">
        <w:rPr>
          <w:rFonts w:ascii="Poppins" w:hAnsi="Poppins" w:cs="Poppins"/>
        </w:rPr>
        <w:t>Cada grupo deve ter 1-2 minutos para apresentar, usando apenas palavras-chave da descrição do projeto, problema, solução e impacto.</w:t>
      </w:r>
    </w:p>
    <w:p w14:paraId="6F7B55FA" w14:textId="1FBB3884" w:rsidR="006C6F23" w:rsidRPr="009835AE" w:rsidRDefault="006C6F23" w:rsidP="009835AE">
      <w:pPr>
        <w:spacing w:before="100" w:beforeAutospacing="1" w:after="100" w:afterAutospacing="1"/>
        <w:rPr>
          <w:rFonts w:ascii="Poppins" w:eastAsia="Arial Unicode MS" w:hAnsi="Poppins" w:cs="Poppins"/>
        </w:rPr>
      </w:pPr>
    </w:p>
    <w:p w14:paraId="02A08DA2" w14:textId="116E1A32" w:rsidR="00033A0F" w:rsidRPr="009835AE" w:rsidRDefault="00DC4DF9" w:rsidP="009835AE">
      <w:pPr>
        <w:spacing w:before="100" w:beforeAutospacing="1" w:after="100" w:afterAutospacing="1"/>
        <w:rPr>
          <w:rFonts w:ascii="Poppins" w:hAnsi="Poppins" w:cs="Poppins"/>
          <w:color w:val="000000" w:themeColor="text1"/>
        </w:rPr>
      </w:pPr>
      <w:r w:rsidRPr="009835AE">
        <w:rPr>
          <w:rFonts w:ascii="Poppins" w:hAnsi="Poppins" w:cs="Poppins"/>
          <w:b/>
          <w:bCs/>
          <w:color w:val="000000" w:themeColor="text1"/>
        </w:rPr>
        <w:t>Exemplo:</w:t>
      </w:r>
      <w:r w:rsidRPr="009835AE">
        <w:rPr>
          <w:rFonts w:ascii="Poppins" w:hAnsi="Poppins" w:cs="Poppins"/>
          <w:color w:val="000000" w:themeColor="text1"/>
        </w:rPr>
        <w:t xml:space="preserve"> </w:t>
      </w:r>
      <w:r w:rsidR="00033A0F" w:rsidRPr="009835AE">
        <w:rPr>
          <w:rFonts w:ascii="Poppins" w:hAnsi="Poppins" w:cs="Poppins"/>
          <w:color w:val="000000" w:themeColor="text1"/>
        </w:rPr>
        <w:t xml:space="preserve">Nosso grupo escolheu o </w:t>
      </w:r>
      <w:r w:rsidR="00033A0F" w:rsidRPr="009835AE">
        <w:rPr>
          <w:rFonts w:ascii="Poppins" w:hAnsi="Poppins" w:cs="Poppins"/>
          <w:b/>
          <w:bCs/>
          <w:color w:val="000000" w:themeColor="text1"/>
        </w:rPr>
        <w:t>projeto de reciclagem na escola.</w:t>
      </w:r>
    </w:p>
    <w:p w14:paraId="4114FF2C" w14:textId="7C910E7F" w:rsidR="00033A0F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color w:val="000000" w:themeColor="text1"/>
        </w:rPr>
      </w:pPr>
    </w:p>
    <w:p w14:paraId="01DD4521" w14:textId="4F934CB9" w:rsidR="00033A0F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color w:val="000000" w:themeColor="text1"/>
        </w:rPr>
      </w:pPr>
      <w:r w:rsidRPr="009835AE">
        <w:rPr>
          <w:rFonts w:ascii="Poppins" w:hAnsi="Poppins" w:cs="Poppins"/>
          <w:color w:val="000000" w:themeColor="text1"/>
        </w:rPr>
        <w:lastRenderedPageBreak/>
        <w:t xml:space="preserve">Antes do projeto, havia um </w:t>
      </w:r>
      <w:r w:rsidRPr="009835AE">
        <w:rPr>
          <w:rFonts w:ascii="Poppins" w:hAnsi="Poppins" w:cs="Poppins"/>
          <w:b/>
          <w:bCs/>
          <w:color w:val="000000" w:themeColor="text1"/>
        </w:rPr>
        <w:t>problema de gestão de resíduos</w:t>
      </w:r>
      <w:r w:rsidRPr="00582B5F">
        <w:rPr>
          <w:rFonts w:ascii="Poppins" w:hAnsi="Poppins" w:cs="Poppins"/>
          <w:color w:val="000000" w:themeColor="text1"/>
        </w:rPr>
        <w:t>.</w:t>
      </w:r>
      <w:r w:rsidRPr="009835AE">
        <w:rPr>
          <w:rFonts w:ascii="Poppins" w:hAnsi="Poppins" w:cs="Poppins"/>
          <w:color w:val="000000" w:themeColor="text1"/>
        </w:rPr>
        <w:t xml:space="preserve"> Todo o lixo era misturado e enviado para aterros e </w:t>
      </w:r>
      <w:r w:rsidRPr="009835AE">
        <w:rPr>
          <w:rFonts w:ascii="Poppins" w:hAnsi="Poppins" w:cs="Poppins"/>
          <w:b/>
          <w:bCs/>
          <w:color w:val="000000" w:themeColor="text1"/>
        </w:rPr>
        <w:t>faltava conscientização</w:t>
      </w:r>
      <w:r w:rsidRPr="009835AE">
        <w:rPr>
          <w:rFonts w:ascii="Poppins" w:hAnsi="Poppins" w:cs="Poppins"/>
          <w:color w:val="000000" w:themeColor="text1"/>
        </w:rPr>
        <w:t xml:space="preserve"> sobre a importância da reciclagem.</w:t>
      </w:r>
    </w:p>
    <w:p w14:paraId="5BCC23D4" w14:textId="5E9BBFBC" w:rsidR="00033A0F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color w:val="000000" w:themeColor="text1"/>
        </w:rPr>
      </w:pPr>
    </w:p>
    <w:p w14:paraId="32A29167" w14:textId="680B60DD" w:rsidR="00033A0F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b/>
          <w:bCs/>
          <w:color w:val="000000" w:themeColor="text1"/>
        </w:rPr>
      </w:pPr>
      <w:r w:rsidRPr="009835AE">
        <w:rPr>
          <w:rFonts w:ascii="Poppins" w:hAnsi="Poppins" w:cs="Poppins"/>
          <w:color w:val="000000" w:themeColor="text1"/>
        </w:rPr>
        <w:t xml:space="preserve">Para resolver isso, foram </w:t>
      </w:r>
      <w:r w:rsidRPr="009835AE">
        <w:rPr>
          <w:rFonts w:ascii="Poppins" w:hAnsi="Poppins" w:cs="Poppins"/>
          <w:b/>
          <w:bCs/>
          <w:color w:val="000000" w:themeColor="text1"/>
        </w:rPr>
        <w:t>implementadas lixeiras específicas para recicláveis</w:t>
      </w:r>
      <w:r w:rsidRPr="009835AE">
        <w:rPr>
          <w:rFonts w:ascii="Poppins" w:hAnsi="Poppins" w:cs="Poppins"/>
          <w:color w:val="000000" w:themeColor="text1"/>
        </w:rPr>
        <w:t xml:space="preserve"> e promovidas </w:t>
      </w:r>
      <w:r w:rsidRPr="009835AE">
        <w:rPr>
          <w:rFonts w:ascii="Poppins" w:hAnsi="Poppins" w:cs="Poppins"/>
          <w:b/>
          <w:bCs/>
          <w:color w:val="000000" w:themeColor="text1"/>
        </w:rPr>
        <w:t>campanhas de conscientização</w:t>
      </w:r>
      <w:r w:rsidRPr="00582B5F">
        <w:rPr>
          <w:rFonts w:ascii="Poppins" w:hAnsi="Poppins" w:cs="Poppins"/>
          <w:color w:val="000000" w:themeColor="text1"/>
        </w:rPr>
        <w:t>.</w:t>
      </w:r>
    </w:p>
    <w:p w14:paraId="5E9853DE" w14:textId="50296ECC" w:rsidR="00033A0F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b/>
          <w:bCs/>
          <w:color w:val="000000" w:themeColor="text1"/>
        </w:rPr>
      </w:pPr>
    </w:p>
    <w:p w14:paraId="1C54A9AE" w14:textId="41D9E8D8" w:rsidR="00DC4DF9" w:rsidRPr="009835AE" w:rsidRDefault="00033A0F" w:rsidP="009835AE">
      <w:pPr>
        <w:pStyle w:val="PargrafodaLista"/>
        <w:spacing w:before="100" w:beforeAutospacing="1" w:after="100" w:afterAutospacing="1"/>
        <w:rPr>
          <w:rFonts w:ascii="Poppins" w:hAnsi="Poppins" w:cs="Poppins"/>
          <w:color w:val="000000" w:themeColor="text1"/>
        </w:rPr>
      </w:pPr>
      <w:r w:rsidRPr="009835AE">
        <w:rPr>
          <w:rFonts w:ascii="Poppins" w:hAnsi="Poppins" w:cs="Poppins"/>
          <w:color w:val="000000" w:themeColor="text1"/>
        </w:rPr>
        <w:t xml:space="preserve">O </w:t>
      </w:r>
      <w:r w:rsidRPr="009835AE">
        <w:rPr>
          <w:rFonts w:ascii="Poppins" w:hAnsi="Poppins" w:cs="Poppins"/>
          <w:b/>
          <w:bCs/>
          <w:color w:val="000000" w:themeColor="text1"/>
        </w:rPr>
        <w:t>impacto</w:t>
      </w:r>
      <w:r w:rsidRPr="009835AE">
        <w:rPr>
          <w:rFonts w:ascii="Poppins" w:hAnsi="Poppins" w:cs="Poppins"/>
          <w:color w:val="000000" w:themeColor="text1"/>
        </w:rPr>
        <w:t xml:space="preserve"> foi muito </w:t>
      </w:r>
      <w:r w:rsidRPr="009835AE">
        <w:rPr>
          <w:rFonts w:ascii="Poppins" w:hAnsi="Poppins" w:cs="Poppins"/>
          <w:b/>
          <w:bCs/>
          <w:color w:val="000000" w:themeColor="text1"/>
        </w:rPr>
        <w:t>positivo</w:t>
      </w:r>
      <w:r w:rsidRPr="00582B5F">
        <w:rPr>
          <w:rFonts w:ascii="Poppins" w:hAnsi="Poppins" w:cs="Poppins"/>
          <w:color w:val="000000" w:themeColor="text1"/>
        </w:rPr>
        <w:t>.</w:t>
      </w:r>
      <w:r w:rsidRPr="009835AE">
        <w:rPr>
          <w:rFonts w:ascii="Poppins" w:hAnsi="Poppins" w:cs="Poppins"/>
          <w:color w:val="000000" w:themeColor="text1"/>
        </w:rPr>
        <w:t xml:space="preserve"> Houve uma </w:t>
      </w:r>
      <w:r w:rsidRPr="009835AE">
        <w:rPr>
          <w:rFonts w:ascii="Poppins" w:hAnsi="Poppins" w:cs="Poppins"/>
          <w:b/>
          <w:bCs/>
          <w:color w:val="000000" w:themeColor="text1"/>
        </w:rPr>
        <w:t xml:space="preserve">redução significativa de resíduos </w:t>
      </w:r>
      <w:r w:rsidRPr="009835AE">
        <w:rPr>
          <w:rFonts w:ascii="Poppins" w:hAnsi="Poppins" w:cs="Poppins"/>
          <w:color w:val="000000" w:themeColor="text1"/>
        </w:rPr>
        <w:t xml:space="preserve">indo para aterros e a </w:t>
      </w:r>
      <w:r w:rsidRPr="009835AE">
        <w:rPr>
          <w:rFonts w:ascii="Poppins" w:hAnsi="Poppins" w:cs="Poppins"/>
          <w:b/>
          <w:bCs/>
          <w:color w:val="000000" w:themeColor="text1"/>
        </w:rPr>
        <w:t>comunidade escolar</w:t>
      </w:r>
      <w:r w:rsidRPr="009835AE">
        <w:rPr>
          <w:rFonts w:ascii="Poppins" w:hAnsi="Poppins" w:cs="Poppins"/>
          <w:color w:val="000000" w:themeColor="text1"/>
        </w:rPr>
        <w:t xml:space="preserve"> ficou </w:t>
      </w:r>
      <w:r w:rsidRPr="009835AE">
        <w:rPr>
          <w:rFonts w:ascii="Poppins" w:hAnsi="Poppins" w:cs="Poppins"/>
          <w:b/>
          <w:bCs/>
          <w:color w:val="000000" w:themeColor="text1"/>
        </w:rPr>
        <w:t>mais consciente</w:t>
      </w:r>
      <w:r w:rsidRPr="009835AE">
        <w:rPr>
          <w:rFonts w:ascii="Poppins" w:hAnsi="Poppins" w:cs="Poppins"/>
          <w:color w:val="000000" w:themeColor="text1"/>
        </w:rPr>
        <w:t xml:space="preserve"> sobre práticas sustentáveis.</w:t>
      </w:r>
    </w:p>
    <w:sectPr w:rsidR="00DC4DF9" w:rsidRPr="009835AE" w:rsidSect="00112692">
      <w:headerReference w:type="default" r:id="rId11"/>
      <w:footerReference w:type="even" r:id="rId12"/>
      <w:footerReference w:type="default" r:id="rId13"/>
      <w:pgSz w:w="11907" w:h="16840" w:code="9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BF425" w14:textId="77777777" w:rsidR="00366CD9" w:rsidRDefault="00366CD9">
      <w:r>
        <w:separator/>
      </w:r>
    </w:p>
  </w:endnote>
  <w:endnote w:type="continuationSeparator" w:id="0">
    <w:p w14:paraId="3990E0E3" w14:textId="77777777" w:rsidR="00366CD9" w:rsidRDefault="00366CD9">
      <w:r>
        <w:continuationSeparator/>
      </w:r>
    </w:p>
  </w:endnote>
  <w:endnote w:type="continuationNotice" w:id="1">
    <w:p w14:paraId="35110C17" w14:textId="77777777" w:rsidR="00366CD9" w:rsidRDefault="00366C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6D08" w14:textId="34D5095F" w:rsidR="002E6314" w:rsidRDefault="002E631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227A8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64D80F6" w14:textId="77777777" w:rsidR="002E6314" w:rsidRDefault="002E631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oppins" w:hAnsi="Poppins" w:cs="Poppins"/>
        <w:sz w:val="20"/>
        <w:szCs w:val="20"/>
      </w:rPr>
      <w:id w:val="135737804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A301CE5" w14:textId="77777777" w:rsidR="00814E58" w:rsidRDefault="00814E5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  <w:p w14:paraId="5EB2E004" w14:textId="3D9C673D" w:rsidR="6B43526E" w:rsidRDefault="6B43526E" w:rsidP="6B43526E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6B43526E">
              <w:rPr>
                <w:rFonts w:ascii="Poppins" w:hAnsi="Poppins" w:cs="Poppins"/>
                <w:sz w:val="20"/>
                <w:szCs w:val="20"/>
              </w:rPr>
              <w:t>[</w:t>
            </w:r>
            <w:r w:rsidR="00582B5F">
              <w:rPr>
                <w:rFonts w:ascii="Poppins" w:hAnsi="Poppins" w:cs="Poppins"/>
                <w:sz w:val="20"/>
                <w:szCs w:val="20"/>
              </w:rPr>
              <w:t>PMD</w:t>
            </w:r>
            <w:r w:rsidRPr="6B43526E">
              <w:rPr>
                <w:rFonts w:ascii="Poppins" w:hAnsi="Poppins" w:cs="Poppins"/>
                <w:sz w:val="20"/>
                <w:szCs w:val="20"/>
              </w:rPr>
              <w:t>]ANO</w:t>
            </w:r>
            <w:r w:rsidR="00582B5F">
              <w:rPr>
                <w:rFonts w:ascii="Poppins" w:hAnsi="Poppins" w:cs="Poppins"/>
                <w:sz w:val="20"/>
                <w:szCs w:val="20"/>
              </w:rPr>
              <w:t>2</w:t>
            </w:r>
            <w:r w:rsidRPr="6B43526E">
              <w:rPr>
                <w:rFonts w:ascii="Poppins" w:hAnsi="Poppins" w:cs="Poppins"/>
                <w:sz w:val="20"/>
                <w:szCs w:val="20"/>
              </w:rPr>
              <w:t>B</w:t>
            </w:r>
            <w:r w:rsidR="00582B5F">
              <w:rPr>
                <w:rFonts w:ascii="Poppins" w:hAnsi="Poppins" w:cs="Poppins"/>
                <w:sz w:val="20"/>
                <w:szCs w:val="20"/>
              </w:rPr>
              <w:t>1</w:t>
            </w:r>
            <w:r w:rsidRPr="6B43526E">
              <w:rPr>
                <w:rFonts w:ascii="Poppins" w:hAnsi="Poppins" w:cs="Poppins"/>
                <w:sz w:val="20"/>
                <w:szCs w:val="20"/>
              </w:rPr>
              <w:t>S</w:t>
            </w:r>
            <w:r w:rsidR="00582B5F">
              <w:rPr>
                <w:rFonts w:ascii="Poppins" w:hAnsi="Poppins" w:cs="Poppins"/>
                <w:sz w:val="20"/>
                <w:szCs w:val="20"/>
              </w:rPr>
              <w:t>1</w:t>
            </w:r>
            <w:r w:rsidRPr="6B43526E">
              <w:rPr>
                <w:rFonts w:ascii="Poppins" w:hAnsi="Poppins" w:cs="Poppins"/>
                <w:sz w:val="20"/>
                <w:szCs w:val="20"/>
              </w:rPr>
              <w:t>A</w:t>
            </w:r>
            <w:r w:rsidR="00582B5F">
              <w:rPr>
                <w:rFonts w:ascii="Poppins" w:hAnsi="Poppins" w:cs="Poppins"/>
                <w:sz w:val="20"/>
                <w:szCs w:val="20"/>
              </w:rPr>
              <w:t>1</w:t>
            </w:r>
          </w:p>
          <w:p w14:paraId="214D1726" w14:textId="6D67C51F" w:rsidR="00E227A8" w:rsidRPr="00E227A8" w:rsidRDefault="003009B4" w:rsidP="00814E5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PAGE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t>2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  <w:r w:rsidRPr="00814E58">
              <w:rPr>
                <w:rFonts w:ascii="Poppins" w:hAnsi="Poppins" w:cs="Poppins"/>
                <w:sz w:val="20"/>
                <w:szCs w:val="20"/>
              </w:rPr>
              <w:t xml:space="preserve"> / 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NUMPAGES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t>2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4758D" w14:textId="77777777" w:rsidR="00366CD9" w:rsidRDefault="00366CD9">
      <w:r>
        <w:separator/>
      </w:r>
    </w:p>
  </w:footnote>
  <w:footnote w:type="continuationSeparator" w:id="0">
    <w:p w14:paraId="5FAD6FF9" w14:textId="77777777" w:rsidR="00366CD9" w:rsidRDefault="00366CD9">
      <w:r>
        <w:continuationSeparator/>
      </w:r>
    </w:p>
  </w:footnote>
  <w:footnote w:type="continuationNotice" w:id="1">
    <w:p w14:paraId="6B0F9E58" w14:textId="77777777" w:rsidR="00366CD9" w:rsidRDefault="00366C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0510" w14:textId="37552D7B" w:rsidR="00E227A8" w:rsidRDefault="00814E58" w:rsidP="00E227A8">
    <w:pPr>
      <w:pStyle w:val="Cabealho"/>
      <w:jc w:val="right"/>
    </w:pPr>
    <w:r>
      <w:rPr>
        <w:noProof/>
      </w:rPr>
      <w:drawing>
        <wp:inline distT="0" distB="0" distL="0" distR="0" wp14:anchorId="59BE978E" wp14:editId="63AEBBBF">
          <wp:extent cx="2773812" cy="360000"/>
          <wp:effectExtent l="0" t="0" r="0" b="0"/>
          <wp:docPr id="1582587430" name="Picture 1" descr="A red square with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962497" name="Picture 1" descr="A red square with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812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75AA49" w14:textId="48326C47" w:rsidR="00814E58" w:rsidRDefault="00814E58" w:rsidP="00E227A8">
    <w:pPr>
      <w:pStyle w:val="Cabealho"/>
      <w:jc w:val="right"/>
    </w:pPr>
    <w:r>
      <w:t xml:space="preserve">    </w:t>
    </w:r>
    <w:r w:rsidR="000A4E65">
      <w:br/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45E22"/>
    <w:multiLevelType w:val="hybridMultilevel"/>
    <w:tmpl w:val="C82CBA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117D0"/>
    <w:multiLevelType w:val="hybridMultilevel"/>
    <w:tmpl w:val="7E4A57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D05A5"/>
    <w:multiLevelType w:val="hybridMultilevel"/>
    <w:tmpl w:val="84949EFA"/>
    <w:lvl w:ilvl="0" w:tplc="8C36766E">
      <w:start w:val="1"/>
      <w:numFmt w:val="decimal"/>
      <w:lvlText w:val="%1."/>
      <w:lvlJc w:val="left"/>
      <w:pPr>
        <w:ind w:left="720" w:hanging="360"/>
      </w:pPr>
      <w:rPr>
        <w:rFonts w:ascii="Poppins" w:hAnsi="Poppins" w:cs="Poppin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95FFA"/>
    <w:multiLevelType w:val="hybridMultilevel"/>
    <w:tmpl w:val="79065F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3B72B0"/>
    <w:multiLevelType w:val="hybridMultilevel"/>
    <w:tmpl w:val="B840E29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67CBB"/>
    <w:multiLevelType w:val="hybridMultilevel"/>
    <w:tmpl w:val="EEA00C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944E5"/>
    <w:multiLevelType w:val="multilevel"/>
    <w:tmpl w:val="A6B85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B60EE7"/>
    <w:multiLevelType w:val="hybridMultilevel"/>
    <w:tmpl w:val="4CB63C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241F6"/>
    <w:multiLevelType w:val="hybridMultilevel"/>
    <w:tmpl w:val="89B68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13152"/>
    <w:multiLevelType w:val="hybridMultilevel"/>
    <w:tmpl w:val="187EFA6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703E9"/>
    <w:multiLevelType w:val="hybridMultilevel"/>
    <w:tmpl w:val="505EBC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3C3946"/>
    <w:multiLevelType w:val="hybridMultilevel"/>
    <w:tmpl w:val="CB1692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Poppins" w:hAnsi="Poppins" w:cs="Poppins" w:hint="default"/>
        <w:b/>
        <w:bCs/>
        <w:i w:val="0"/>
        <w:iCs w:val="0"/>
      </w:rPr>
    </w:lvl>
    <w:lvl w:ilvl="1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728627">
    <w:abstractNumId w:val="1"/>
  </w:num>
  <w:num w:numId="2" w16cid:durableId="1115713199">
    <w:abstractNumId w:val="2"/>
  </w:num>
  <w:num w:numId="3" w16cid:durableId="1821843517">
    <w:abstractNumId w:val="10"/>
  </w:num>
  <w:num w:numId="4" w16cid:durableId="1682665340">
    <w:abstractNumId w:val="3"/>
  </w:num>
  <w:num w:numId="5" w16cid:durableId="1796559631">
    <w:abstractNumId w:val="6"/>
  </w:num>
  <w:num w:numId="6" w16cid:durableId="2146308971">
    <w:abstractNumId w:val="0"/>
  </w:num>
  <w:num w:numId="7" w16cid:durableId="1832990252">
    <w:abstractNumId w:val="11"/>
  </w:num>
  <w:num w:numId="8" w16cid:durableId="751246396">
    <w:abstractNumId w:val="4"/>
  </w:num>
  <w:num w:numId="9" w16cid:durableId="1638947844">
    <w:abstractNumId w:val="9"/>
  </w:num>
  <w:num w:numId="10" w16cid:durableId="598608391">
    <w:abstractNumId w:val="5"/>
  </w:num>
  <w:num w:numId="11" w16cid:durableId="1672023488">
    <w:abstractNumId w:val="7"/>
  </w:num>
  <w:num w:numId="12" w16cid:durableId="130485338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A8"/>
    <w:rsid w:val="00001483"/>
    <w:rsid w:val="00001A8E"/>
    <w:rsid w:val="00005093"/>
    <w:rsid w:val="00007509"/>
    <w:rsid w:val="000278D8"/>
    <w:rsid w:val="00033A0F"/>
    <w:rsid w:val="00093C5A"/>
    <w:rsid w:val="000A4E65"/>
    <w:rsid w:val="000C6619"/>
    <w:rsid w:val="000E6B0B"/>
    <w:rsid w:val="000F7DE9"/>
    <w:rsid w:val="00104A82"/>
    <w:rsid w:val="00112692"/>
    <w:rsid w:val="00124756"/>
    <w:rsid w:val="00142E06"/>
    <w:rsid w:val="00160195"/>
    <w:rsid w:val="001A2D86"/>
    <w:rsid w:val="001A32C9"/>
    <w:rsid w:val="001C335A"/>
    <w:rsid w:val="001E7BC0"/>
    <w:rsid w:val="001F021A"/>
    <w:rsid w:val="0022058F"/>
    <w:rsid w:val="002344C7"/>
    <w:rsid w:val="002372B1"/>
    <w:rsid w:val="00252F67"/>
    <w:rsid w:val="00256D8D"/>
    <w:rsid w:val="00261732"/>
    <w:rsid w:val="002632D3"/>
    <w:rsid w:val="00263537"/>
    <w:rsid w:val="00264B6B"/>
    <w:rsid w:val="00271C5D"/>
    <w:rsid w:val="002C6047"/>
    <w:rsid w:val="002C6EC9"/>
    <w:rsid w:val="002D1A6D"/>
    <w:rsid w:val="002D51E3"/>
    <w:rsid w:val="002E58ED"/>
    <w:rsid w:val="002E6314"/>
    <w:rsid w:val="003009B4"/>
    <w:rsid w:val="003031BD"/>
    <w:rsid w:val="00314D2B"/>
    <w:rsid w:val="003365AE"/>
    <w:rsid w:val="0035596A"/>
    <w:rsid w:val="00366CD9"/>
    <w:rsid w:val="00367C72"/>
    <w:rsid w:val="003C032E"/>
    <w:rsid w:val="003D71CA"/>
    <w:rsid w:val="003D7C55"/>
    <w:rsid w:val="003E39EE"/>
    <w:rsid w:val="00406FA8"/>
    <w:rsid w:val="00432966"/>
    <w:rsid w:val="00454835"/>
    <w:rsid w:val="00464B32"/>
    <w:rsid w:val="004906DD"/>
    <w:rsid w:val="00491C71"/>
    <w:rsid w:val="004B66A3"/>
    <w:rsid w:val="004D0F91"/>
    <w:rsid w:val="004E713D"/>
    <w:rsid w:val="004F1DF6"/>
    <w:rsid w:val="00513BFC"/>
    <w:rsid w:val="005327CF"/>
    <w:rsid w:val="0054587F"/>
    <w:rsid w:val="005517B2"/>
    <w:rsid w:val="0055765C"/>
    <w:rsid w:val="00582B5F"/>
    <w:rsid w:val="00585F34"/>
    <w:rsid w:val="005A1C21"/>
    <w:rsid w:val="005A5A09"/>
    <w:rsid w:val="005C6BFF"/>
    <w:rsid w:val="005E4165"/>
    <w:rsid w:val="005F74BB"/>
    <w:rsid w:val="00602544"/>
    <w:rsid w:val="0060776C"/>
    <w:rsid w:val="00615249"/>
    <w:rsid w:val="0063273B"/>
    <w:rsid w:val="0064685F"/>
    <w:rsid w:val="00647F4F"/>
    <w:rsid w:val="00661700"/>
    <w:rsid w:val="00676B29"/>
    <w:rsid w:val="0068699B"/>
    <w:rsid w:val="006B3AE9"/>
    <w:rsid w:val="006C6F23"/>
    <w:rsid w:val="006D36C8"/>
    <w:rsid w:val="0071094E"/>
    <w:rsid w:val="00762BDA"/>
    <w:rsid w:val="00764351"/>
    <w:rsid w:val="007671B4"/>
    <w:rsid w:val="00773A8C"/>
    <w:rsid w:val="00780A12"/>
    <w:rsid w:val="0078262D"/>
    <w:rsid w:val="00782FAF"/>
    <w:rsid w:val="0078618D"/>
    <w:rsid w:val="007B6ABF"/>
    <w:rsid w:val="00814E58"/>
    <w:rsid w:val="00831442"/>
    <w:rsid w:val="0083474B"/>
    <w:rsid w:val="00841D59"/>
    <w:rsid w:val="0084517A"/>
    <w:rsid w:val="0084737A"/>
    <w:rsid w:val="00851368"/>
    <w:rsid w:val="00862CCF"/>
    <w:rsid w:val="008925A9"/>
    <w:rsid w:val="008B1FAA"/>
    <w:rsid w:val="008B4C24"/>
    <w:rsid w:val="008C6B77"/>
    <w:rsid w:val="008D3996"/>
    <w:rsid w:val="008E2078"/>
    <w:rsid w:val="008F775A"/>
    <w:rsid w:val="0092769D"/>
    <w:rsid w:val="009526F8"/>
    <w:rsid w:val="00960772"/>
    <w:rsid w:val="00966015"/>
    <w:rsid w:val="009835AE"/>
    <w:rsid w:val="00990138"/>
    <w:rsid w:val="009A32B7"/>
    <w:rsid w:val="009B33B6"/>
    <w:rsid w:val="00A12C58"/>
    <w:rsid w:val="00A358FB"/>
    <w:rsid w:val="00A4615B"/>
    <w:rsid w:val="00A551CF"/>
    <w:rsid w:val="00A63C85"/>
    <w:rsid w:val="00AA60A0"/>
    <w:rsid w:val="00AD738F"/>
    <w:rsid w:val="00AD78A6"/>
    <w:rsid w:val="00B23830"/>
    <w:rsid w:val="00B45591"/>
    <w:rsid w:val="00B86C1D"/>
    <w:rsid w:val="00B96C24"/>
    <w:rsid w:val="00BA0EA1"/>
    <w:rsid w:val="00BA6A76"/>
    <w:rsid w:val="00BA705B"/>
    <w:rsid w:val="00BC69AE"/>
    <w:rsid w:val="00BE5B97"/>
    <w:rsid w:val="00C12E4A"/>
    <w:rsid w:val="00C42339"/>
    <w:rsid w:val="00C4723D"/>
    <w:rsid w:val="00C53524"/>
    <w:rsid w:val="00C6070E"/>
    <w:rsid w:val="00C62CE1"/>
    <w:rsid w:val="00C67A6F"/>
    <w:rsid w:val="00CA4523"/>
    <w:rsid w:val="00CA7360"/>
    <w:rsid w:val="00CC2A45"/>
    <w:rsid w:val="00CE02C3"/>
    <w:rsid w:val="00CE3640"/>
    <w:rsid w:val="00CF39A0"/>
    <w:rsid w:val="00CF76E4"/>
    <w:rsid w:val="00D00250"/>
    <w:rsid w:val="00D03B93"/>
    <w:rsid w:val="00D05890"/>
    <w:rsid w:val="00D05B9C"/>
    <w:rsid w:val="00D25D25"/>
    <w:rsid w:val="00D553AB"/>
    <w:rsid w:val="00D61A8F"/>
    <w:rsid w:val="00D84797"/>
    <w:rsid w:val="00DC2B0A"/>
    <w:rsid w:val="00DC4DF9"/>
    <w:rsid w:val="00DD5204"/>
    <w:rsid w:val="00DE0C0D"/>
    <w:rsid w:val="00E10D86"/>
    <w:rsid w:val="00E12284"/>
    <w:rsid w:val="00E227A8"/>
    <w:rsid w:val="00E265B2"/>
    <w:rsid w:val="00E400A6"/>
    <w:rsid w:val="00E55E8F"/>
    <w:rsid w:val="00E67196"/>
    <w:rsid w:val="00E71901"/>
    <w:rsid w:val="00E730AE"/>
    <w:rsid w:val="00E73E76"/>
    <w:rsid w:val="00E77AF3"/>
    <w:rsid w:val="00E95B7E"/>
    <w:rsid w:val="00EA3B37"/>
    <w:rsid w:val="00ED20FA"/>
    <w:rsid w:val="00EF47B1"/>
    <w:rsid w:val="00EF4AFE"/>
    <w:rsid w:val="00F044D7"/>
    <w:rsid w:val="00F1381E"/>
    <w:rsid w:val="00F138D0"/>
    <w:rsid w:val="00F170C9"/>
    <w:rsid w:val="00F17D46"/>
    <w:rsid w:val="00F472E5"/>
    <w:rsid w:val="00F51FEF"/>
    <w:rsid w:val="00F52AA0"/>
    <w:rsid w:val="00F56DB3"/>
    <w:rsid w:val="00F57059"/>
    <w:rsid w:val="00FA113C"/>
    <w:rsid w:val="00FA6FA0"/>
    <w:rsid w:val="00FD58E6"/>
    <w:rsid w:val="00FD7F1E"/>
    <w:rsid w:val="00FF3340"/>
    <w:rsid w:val="00FF3ECB"/>
    <w:rsid w:val="03BCC02B"/>
    <w:rsid w:val="091814E8"/>
    <w:rsid w:val="10CACF45"/>
    <w:rsid w:val="146182A4"/>
    <w:rsid w:val="15843A4B"/>
    <w:rsid w:val="16909302"/>
    <w:rsid w:val="1990AE08"/>
    <w:rsid w:val="1A15F8F2"/>
    <w:rsid w:val="20990D59"/>
    <w:rsid w:val="2984ACA7"/>
    <w:rsid w:val="3492D9AD"/>
    <w:rsid w:val="474B81A1"/>
    <w:rsid w:val="4A38250E"/>
    <w:rsid w:val="4A9737A0"/>
    <w:rsid w:val="4B84AE55"/>
    <w:rsid w:val="521B2686"/>
    <w:rsid w:val="55C8B139"/>
    <w:rsid w:val="5A65E04F"/>
    <w:rsid w:val="627B5E22"/>
    <w:rsid w:val="65134782"/>
    <w:rsid w:val="6567E705"/>
    <w:rsid w:val="66130307"/>
    <w:rsid w:val="672D9810"/>
    <w:rsid w:val="6B43526E"/>
    <w:rsid w:val="6D450AD7"/>
    <w:rsid w:val="6DB6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CDB9"/>
  <w15:chartTrackingRefBased/>
  <w15:docId w15:val="{AA6340E7-1372-4322-B9C2-491A8FE1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36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sz w:val="44"/>
    </w:rPr>
  </w:style>
  <w:style w:type="paragraph" w:styleId="Ttulo5">
    <w:name w:val="heading 5"/>
    <w:basedOn w:val="Normal"/>
    <w:next w:val="Normal"/>
    <w:qFormat/>
    <w:pPr>
      <w:keepNext/>
      <w:ind w:firstLine="2552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spacing w:before="120" w:line="360" w:lineRule="auto"/>
      <w:jc w:val="center"/>
      <w:outlineLvl w:val="5"/>
    </w:pPr>
    <w:rPr>
      <w:rFonts w:ascii="Courier New" w:hAnsi="Courier New"/>
      <w:b/>
      <w:bCs/>
      <w:szCs w:val="20"/>
    </w:rPr>
  </w:style>
  <w:style w:type="paragraph" w:styleId="Ttulo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bCs/>
      <w:sz w:val="16"/>
      <w:szCs w:val="20"/>
    </w:rPr>
  </w:style>
  <w:style w:type="paragraph" w:styleId="Ttulo9">
    <w:name w:val="heading 9"/>
    <w:basedOn w:val="Normal"/>
    <w:next w:val="Normal"/>
    <w:qFormat/>
    <w:pPr>
      <w:keepNext/>
      <w:tabs>
        <w:tab w:val="num" w:pos="426"/>
      </w:tabs>
      <w:spacing w:line="340" w:lineRule="exact"/>
      <w:ind w:left="426" w:hanging="426"/>
      <w:jc w:val="center"/>
      <w:outlineLvl w:val="8"/>
    </w:pPr>
    <w:rPr>
      <w:rFonts w:ascii="Comic Sans MS" w:hAnsi="Comic Sans MS"/>
      <w:b/>
      <w:sz w:val="32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szCs w:val="20"/>
    </w:r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cuodecorpodetexto3">
    <w:name w:val="Body Text Indent 3"/>
    <w:basedOn w:val="Normal"/>
    <w:pPr>
      <w:spacing w:line="288" w:lineRule="auto"/>
      <w:ind w:left="425"/>
      <w:jc w:val="both"/>
    </w:pPr>
    <w:rPr>
      <w:noProof/>
      <w:sz w:val="26"/>
      <w:szCs w:val="20"/>
    </w:rPr>
  </w:style>
  <w:style w:type="paragraph" w:styleId="Corpodetexto2">
    <w:name w:val="Body Text 2"/>
    <w:basedOn w:val="Normal"/>
    <w:pPr>
      <w:jc w:val="center"/>
    </w:pPr>
    <w:rPr>
      <w:sz w:val="28"/>
      <w:szCs w:val="20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bCs/>
      <w:sz w:val="36"/>
    </w:rPr>
  </w:style>
  <w:style w:type="paragraph" w:styleId="Corpodetexto3">
    <w:name w:val="Body Text 3"/>
    <w:basedOn w:val="Normal"/>
    <w:pPr>
      <w:spacing w:line="288" w:lineRule="auto"/>
      <w:jc w:val="both"/>
    </w:pPr>
    <w:rPr>
      <w:rFonts w:ascii="Courier New" w:hAnsi="Courier New"/>
      <w:sz w:val="22"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  <w:bCs/>
      <w:sz w:val="28"/>
    </w:rPr>
  </w:style>
  <w:style w:type="paragraph" w:styleId="Recuodecorpodetexto2">
    <w:name w:val="Body Text Indent 2"/>
    <w:basedOn w:val="Normal"/>
    <w:pPr>
      <w:spacing w:before="120" w:line="360" w:lineRule="auto"/>
      <w:ind w:left="426"/>
      <w:jc w:val="both"/>
    </w:pPr>
    <w:rPr>
      <w:rFonts w:ascii="Courier New" w:hAnsi="Courier New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E227A8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E227A8"/>
    <w:pPr>
      <w:ind w:left="720"/>
      <w:contextualSpacing/>
    </w:pPr>
  </w:style>
  <w:style w:type="table" w:styleId="Tabelacomgrade">
    <w:name w:val="Table Grid"/>
    <w:basedOn w:val="Tabelanormal"/>
    <w:uiPriority w:val="39"/>
    <w:rsid w:val="00E2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CF76E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F76E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F76E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F76E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F76E4"/>
    <w:rPr>
      <w:b/>
      <w:bCs/>
    </w:rPr>
  </w:style>
  <w:style w:type="paragraph" w:styleId="Reviso">
    <w:name w:val="Revision"/>
    <w:hidden/>
    <w:uiPriority w:val="99"/>
    <w:semiHidden/>
    <w:rsid w:val="00464B32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2058F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20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mesquita\AppData\Local\Microsoft\Windows\INetCache\Content.Outlook\6ABABMJD\Roteiro%20de%20Pra&#769;tica%20-%20Fi&#769;sica%20I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81252851F28942875D89D2C39F1241" ma:contentTypeVersion="15" ma:contentTypeDescription="Crie um novo documento." ma:contentTypeScope="" ma:versionID="4e46b09e2e6b67f5a202482358a70266">
  <xsd:schema xmlns:xsd="http://www.w3.org/2001/XMLSchema" xmlns:xs="http://www.w3.org/2001/XMLSchema" xmlns:p="http://schemas.microsoft.com/office/2006/metadata/properties" xmlns:ns2="aacb3b2f-5927-4b98-82b1-fea2b4072a87" xmlns:ns3="a45d3e5f-3e31-4187-b998-c44ee850df36" targetNamespace="http://schemas.microsoft.com/office/2006/metadata/properties" ma:root="true" ma:fieldsID="ef0301d2f9233e70a9e2515efbb27929" ns2:_="" ns3:_="">
    <xsd:import namespace="aacb3b2f-5927-4b98-82b1-fea2b4072a87"/>
    <xsd:import namespace="a45d3e5f-3e31-4187-b998-c44ee850d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3b2f-5927-4b98-82b1-fea2b4072a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85b3961-dbc6-48b8-bc39-d380478928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d3e5f-3e31-4187-b998-c44ee850df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cb3b2f-5927-4b98-82b1-fea2b4072a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45289C-F3D1-4952-B932-D385BE0E4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b3b2f-5927-4b98-82b1-fea2b4072a87"/>
    <ds:schemaRef ds:uri="a45d3e5f-3e31-4187-b998-c44ee850d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752D4-451A-439A-8A96-F42447FC0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9DA6B-AFE2-4EB3-81BB-611FDC7DFA2D}">
  <ds:schemaRefs>
    <ds:schemaRef ds:uri="http://schemas.microsoft.com/office/2006/metadata/properties"/>
    <ds:schemaRef ds:uri="http://schemas.microsoft.com/office/infopath/2007/PartnerControls"/>
    <ds:schemaRef ds:uri="aacb3b2f-5927-4b98-82b1-fea2b4072a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Roteiro de Prática - Física I</Template>
  <TotalTime>2</TotalTime>
  <Pages>1</Pages>
  <Words>612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Física Geral e Experimental</dc:title>
  <dc:subject/>
  <dc:creator>Natalia de Mesquita Matheus</dc:creator>
  <cp:keywords/>
  <dc:description/>
  <cp:lastModifiedBy>Thiago Augusto Almeida Passos</cp:lastModifiedBy>
  <cp:revision>30</cp:revision>
  <cp:lastPrinted>2006-08-31T10:40:00Z</cp:lastPrinted>
  <dcterms:created xsi:type="dcterms:W3CDTF">2024-09-16T23:59:00Z</dcterms:created>
  <dcterms:modified xsi:type="dcterms:W3CDTF">2024-12-26T21:21:00Z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-1929031359</vt:i4>
  </property>
  <property fmtid="{D5CDD505-2E9C-101B-9397-08002B2CF9AE}" pid="3" name="_EmailSubject">
    <vt:lpwstr>Material do Professor - Física I</vt:lpwstr>
  </property>
  <property fmtid="{D5CDD505-2E9C-101B-9397-08002B2CF9AE}" pid="4" name="_AuthorEmail">
    <vt:lpwstr>claudiosoares@bdmg.mg.gov.br</vt:lpwstr>
  </property>
  <property fmtid="{D5CDD505-2E9C-101B-9397-08002B2CF9AE}" pid="5" name="_AuthorEmailDisplayName">
    <vt:lpwstr>Claudio Henrique Soares</vt:lpwstr>
  </property>
  <property fmtid="{D5CDD505-2E9C-101B-9397-08002B2CF9AE}" pid="6" name="ContentTypeId">
    <vt:lpwstr>0x0101004B81252851F28942875D89D2C39F1241</vt:lpwstr>
  </property>
  <property fmtid="{D5CDD505-2E9C-101B-9397-08002B2CF9AE}" pid="7" name="Order">
    <vt:r8>64200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ReviewingToolsShownOnce">
    <vt:lpwstr/>
  </property>
  <property fmtid="{D5CDD505-2E9C-101B-9397-08002B2CF9AE}" pid="15" name="MediaServiceImageTags">
    <vt:lpwstr/>
  </property>
</Properties>
</file>